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937EE" w14:textId="77777777" w:rsidR="002F7521" w:rsidRDefault="002F7521" w:rsidP="002F7521">
      <w:pPr>
        <w:pStyle w:val="SNbodytext"/>
      </w:pPr>
    </w:p>
    <w:p w14:paraId="26B6EBB6" w14:textId="77777777" w:rsidR="002F7521" w:rsidRDefault="002F7521" w:rsidP="002F7521">
      <w:pPr>
        <w:pStyle w:val="SNbodytext"/>
      </w:pPr>
    </w:p>
    <w:p w14:paraId="330673FB" w14:textId="77777777" w:rsidR="002F7521" w:rsidRDefault="002F7521" w:rsidP="002F7521">
      <w:pPr>
        <w:pStyle w:val="SNbodytext"/>
      </w:pPr>
    </w:p>
    <w:p w14:paraId="16864613" w14:textId="77777777" w:rsidR="002F7521" w:rsidRDefault="002F7521" w:rsidP="002F7521">
      <w:pPr>
        <w:pStyle w:val="SNbodytext"/>
      </w:pPr>
    </w:p>
    <w:p w14:paraId="187776E5" w14:textId="199C26B9" w:rsidR="002F7521" w:rsidRPr="002F7521" w:rsidRDefault="002F7521" w:rsidP="002F7521">
      <w:pPr>
        <w:pStyle w:val="SNbodytext"/>
        <w:rPr>
          <w:b/>
          <w:bCs/>
        </w:rPr>
      </w:pPr>
      <w:r w:rsidRPr="002F7521">
        <w:rPr>
          <w:b/>
          <w:bCs/>
        </w:rPr>
        <w:t>Download a better communication experience today!</w:t>
      </w:r>
    </w:p>
    <w:p w14:paraId="5043CE20" w14:textId="77777777" w:rsidR="002F7521" w:rsidRPr="002F7521" w:rsidRDefault="002F7521" w:rsidP="002F7521">
      <w:pPr>
        <w:pStyle w:val="SNbodytext"/>
      </w:pPr>
      <w:r w:rsidRPr="002F7521">
        <w:t xml:space="preserve">Our Sentral for Parents App continues to be an efficient way to help you and our school community stay connected. It’s a simple and straightforward communication tool which will help provide you with greater visibility to your child’s education, meaning more time for you and greater peace-of-mind. </w:t>
      </w:r>
    </w:p>
    <w:p w14:paraId="6812C7E9" w14:textId="45B53CEB" w:rsidR="002F7521" w:rsidRPr="002F7521" w:rsidRDefault="002F7521" w:rsidP="002F7521">
      <w:pPr>
        <w:pStyle w:val="SNbodytext"/>
      </w:pPr>
      <w:r w:rsidRPr="002F7521">
        <w:rPr>
          <w:b/>
          <w:bCs/>
        </w:rPr>
        <w:t>Download the app now, to start the journey:</w:t>
      </w:r>
      <w:r w:rsidRPr="002F7521">
        <w:t xml:space="preserve"> </w:t>
      </w:r>
      <w:hyperlink r:id="rId11" w:history="1">
        <w:r w:rsidRPr="00625B13">
          <w:rPr>
            <w:rStyle w:val="Hyperlink"/>
            <w:color w:val="14A4D8" w:themeColor="accent3"/>
          </w:rPr>
          <w:t>https://www.sentral.com.au/app-getting-started</w:t>
        </w:r>
      </w:hyperlink>
    </w:p>
    <w:p w14:paraId="6E3E29B9" w14:textId="52F7D8F2" w:rsidR="00994D41" w:rsidRPr="002F7521" w:rsidRDefault="002F7521" w:rsidP="002F7521">
      <w:pPr>
        <w:pStyle w:val="SNbodytext"/>
      </w:pPr>
      <w:r w:rsidRPr="002F7521">
        <w:t>#communication #SentralforParentsApp #parentteachercommunication</w:t>
      </w:r>
    </w:p>
    <w:sectPr w:rsidR="00994D41" w:rsidRPr="002F7521" w:rsidSect="00994D4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567" w:right="1701" w:bottom="1701" w:left="2268" w:header="851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1780D" w14:textId="77777777" w:rsidR="002F7521" w:rsidRDefault="002F7521">
      <w:r>
        <w:separator/>
      </w:r>
    </w:p>
  </w:endnote>
  <w:endnote w:type="continuationSeparator" w:id="0">
    <w:p w14:paraId="0C520294" w14:textId="77777777" w:rsidR="002F7521" w:rsidRDefault="002F7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lveticaNeue LT 45 Lt">
    <w:altName w:val="Arial"/>
    <w:charset w:val="00"/>
    <w:family w:val="swiss"/>
    <w:pitch w:val="variable"/>
    <w:sig w:usb0="80000027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9204D" w14:textId="77777777" w:rsidR="004169C8" w:rsidRPr="0088697B" w:rsidRDefault="004169C8" w:rsidP="00833895">
    <w:pPr>
      <w:pStyle w:val="Footer"/>
      <w:pBdr>
        <w:top w:val="single" w:sz="4" w:space="1" w:color="828386" w:themeColor="text2"/>
        <w:left w:val="single" w:sz="4" w:space="4" w:color="828386" w:themeColor="text2"/>
      </w:pBdr>
      <w:tabs>
        <w:tab w:val="clear" w:pos="851"/>
      </w:tabs>
      <w:spacing w:before="0" w:after="0"/>
      <w:rPr>
        <w:sz w:val="4"/>
        <w:szCs w:val="4"/>
      </w:rPr>
    </w:pPr>
  </w:p>
  <w:p w14:paraId="0B68FC66" w14:textId="77777777" w:rsidR="004169C8" w:rsidRDefault="004169C8" w:rsidP="00833895">
    <w:pPr>
      <w:pStyle w:val="Footer"/>
      <w:pBdr>
        <w:left w:val="single" w:sz="4" w:space="4" w:color="828386" w:themeColor="text2"/>
      </w:pBdr>
      <w:tabs>
        <w:tab w:val="clear" w:pos="851"/>
      </w:tabs>
    </w:pPr>
    <w:r w:rsidRPr="006E0766">
      <w:t xml:space="preserve">PAGE </w:t>
    </w:r>
    <w:r w:rsidR="002D22B1">
      <w:fldChar w:fldCharType="begin"/>
    </w:r>
    <w:r w:rsidR="002D22B1">
      <w:instrText xml:space="preserve"> PAGE   \* MERGEFORMAT </w:instrText>
    </w:r>
    <w:r w:rsidR="002D22B1">
      <w:fldChar w:fldCharType="separate"/>
    </w:r>
    <w:r w:rsidR="00B84032">
      <w:t>4</w:t>
    </w:r>
    <w:r w:rsidR="002D22B1">
      <w:fldChar w:fldCharType="end"/>
    </w:r>
    <w:r>
      <w:t xml:space="preserve"> </w:t>
    </w:r>
    <w:r w:rsidRPr="00D140FF">
      <w:sym w:font="Symbol" w:char="F0BD"/>
    </w:r>
    <w:r>
      <w:t xml:space="preserve"> </w:t>
    </w:r>
    <w:r w:rsidR="00F22A42">
      <w:rPr>
        <w:rStyle w:val="SNcharacterstylebold"/>
      </w:rPr>
      <w:t>LP</w:t>
    </w:r>
    <w:r w:rsidRPr="006E0766">
      <w:rPr>
        <w:rStyle w:val="SNcharacterstylebold"/>
      </w:rPr>
      <w:t>quarie</w:t>
    </w:r>
    <w:r w:rsidRPr="006E0766">
      <w:t>Capital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dTable1Light-Accent6"/>
      <w:tblW w:w="5000" w:type="pct"/>
      <w:tblBorders>
        <w:top w:val="single" w:sz="8" w:space="0" w:color="CFCFCF" w:themeColor="accent6" w:themeShade="E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7938"/>
    </w:tblGrid>
    <w:tr w:rsidR="00994D41" w:rsidRPr="00CF3838" w14:paraId="3821CA97" w14:textId="77777777" w:rsidTr="00AD7D8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5000" w:type="pct"/>
          <w:tcBorders>
            <w:bottom w:val="none" w:sz="0" w:space="0" w:color="auto"/>
          </w:tcBorders>
          <w:tcMar>
            <w:left w:w="0" w:type="dxa"/>
            <w:right w:w="0" w:type="dxa"/>
          </w:tcMar>
        </w:tcPr>
        <w:p w14:paraId="160E2803" w14:textId="77777777" w:rsidR="00994D41" w:rsidRPr="00CF3838" w:rsidRDefault="009043AF" w:rsidP="00994D41">
          <w:pPr>
            <w:pStyle w:val="SNfooterright"/>
            <w:jc w:val="left"/>
          </w:pPr>
          <w:r w:rsidRPr="009043AF">
            <w:t>sentral.com.au</w:t>
          </w:r>
        </w:p>
      </w:tc>
    </w:tr>
  </w:tbl>
  <w:p w14:paraId="0365D1FC" w14:textId="77777777" w:rsidR="00994D41" w:rsidRPr="003B39A8" w:rsidRDefault="00994D41" w:rsidP="00994D41">
    <w:pPr>
      <w:pStyle w:val="SNfooterright"/>
      <w:spacing w:before="0" w:after="0" w:line="80" w:lineRule="exact"/>
      <w:ind w:left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dTable1Light-Accent6"/>
      <w:tblW w:w="5000" w:type="pct"/>
      <w:tblBorders>
        <w:top w:val="single" w:sz="8" w:space="0" w:color="CFCFCF" w:themeColor="accent6" w:themeShade="E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7938"/>
    </w:tblGrid>
    <w:tr w:rsidR="006F0D63" w:rsidRPr="00CF3838" w14:paraId="5F836E4D" w14:textId="77777777" w:rsidTr="006F0D6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5000" w:type="pct"/>
          <w:tcBorders>
            <w:bottom w:val="none" w:sz="0" w:space="0" w:color="auto"/>
          </w:tcBorders>
          <w:tcMar>
            <w:left w:w="0" w:type="dxa"/>
            <w:right w:w="0" w:type="dxa"/>
          </w:tcMar>
        </w:tcPr>
        <w:p w14:paraId="6A0867CF" w14:textId="77777777" w:rsidR="006F0D63" w:rsidRPr="00CF3838" w:rsidRDefault="00625B13" w:rsidP="006F0D63">
          <w:pPr>
            <w:pStyle w:val="SNfooterright"/>
            <w:jc w:val="left"/>
          </w:pPr>
          <w:hyperlink r:id="rId1" w:history="1">
            <w:r w:rsidR="008B2358">
              <w:t>s</w:t>
            </w:r>
            <w:r w:rsidR="00233B1C" w:rsidRPr="00B9671C">
              <w:rPr>
                <w:rStyle w:val="Hyperlink"/>
                <w:sz w:val="16"/>
              </w:rPr>
              <w:t>entral.com.au</w:t>
            </w:r>
          </w:hyperlink>
        </w:p>
      </w:tc>
    </w:tr>
  </w:tbl>
  <w:p w14:paraId="502B74B6" w14:textId="77777777" w:rsidR="004169C8" w:rsidRPr="003B39A8" w:rsidRDefault="004169C8" w:rsidP="006F0D63">
    <w:pPr>
      <w:pStyle w:val="SNfooterright"/>
      <w:spacing w:before="0" w:after="0" w:line="80" w:lineRule="exact"/>
      <w:ind w:left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3A261" w14:textId="77777777" w:rsidR="002F7521" w:rsidRPr="00450C67" w:rsidRDefault="002F7521">
      <w:r w:rsidRPr="00450C67">
        <w:separator/>
      </w:r>
    </w:p>
  </w:footnote>
  <w:footnote w:type="continuationSeparator" w:id="0">
    <w:p w14:paraId="72DA5E85" w14:textId="77777777" w:rsidR="002F7521" w:rsidRDefault="002F75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7671D" w14:textId="77777777" w:rsidR="004169C8" w:rsidRPr="00AE188E" w:rsidRDefault="004169C8" w:rsidP="004169C8">
    <w:pPr>
      <w:pStyle w:val="Header"/>
      <w:pBdr>
        <w:bottom w:val="single" w:sz="4" w:space="1" w:color="828386" w:themeColor="text2"/>
      </w:pBdr>
      <w:tabs>
        <w:tab w:val="clear" w:pos="4153"/>
        <w:tab w:val="clear" w:pos="8306"/>
      </w:tabs>
      <w:rPr>
        <w:noProof/>
        <w:sz w:val="14"/>
        <w:szCs w:val="14"/>
        <w:lang w:eastAsia="en-AU"/>
      </w:rPr>
    </w:pPr>
    <w:r w:rsidRPr="00AE188E">
      <w:rPr>
        <w:noProof/>
        <w:sz w:val="14"/>
        <w:szCs w:val="14"/>
        <w:lang w:eastAsia="en-AU"/>
      </w:rPr>
      <w:t>STRICTLY CONFIDENTIAL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B1C63" w14:textId="77777777" w:rsidR="004169C8" w:rsidRPr="00AE188E" w:rsidRDefault="004169C8" w:rsidP="00B71B08">
    <w:pPr>
      <w:pStyle w:val="Header"/>
      <w:pBdr>
        <w:bottom w:val="single" w:sz="8" w:space="1" w:color="CFCFCF" w:themeColor="accent6" w:themeShade="E6"/>
      </w:pBdr>
      <w:tabs>
        <w:tab w:val="clear" w:pos="4153"/>
        <w:tab w:val="clear" w:pos="8306"/>
      </w:tabs>
      <w:spacing w:after="1920"/>
      <w:jc w:val="right"/>
      <w:rPr>
        <w:noProof/>
        <w:sz w:val="14"/>
        <w:szCs w:val="14"/>
        <w:lang w:eastAsia="en-A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top w:w="57" w:type="dxa"/>
        <w:right w:w="0" w:type="dxa"/>
      </w:tblCellMar>
      <w:tblLook w:val="04A0" w:firstRow="1" w:lastRow="0" w:firstColumn="1" w:lastColumn="0" w:noHBand="0" w:noVBand="1"/>
    </w:tblPr>
    <w:tblGrid>
      <w:gridCol w:w="3837"/>
      <w:gridCol w:w="2142"/>
      <w:gridCol w:w="1959"/>
    </w:tblGrid>
    <w:tr w:rsidR="0045781A" w14:paraId="4DB68BFE" w14:textId="77777777" w:rsidTr="00FA418C">
      <w:tc>
        <w:tcPr>
          <w:tcW w:w="2417" w:type="pct"/>
        </w:tcPr>
        <w:p w14:paraId="3E371844" w14:textId="77777777" w:rsidR="0045781A" w:rsidRDefault="0045781A" w:rsidP="0045781A">
          <w:pPr>
            <w:pStyle w:val="Header"/>
            <w:tabs>
              <w:tab w:val="clear" w:pos="4153"/>
              <w:tab w:val="clear" w:pos="8306"/>
            </w:tabs>
            <w:rPr>
              <w:caps/>
              <w:color w:val="E6E6E6" w:themeColor="accent6"/>
              <w:sz w:val="14"/>
              <w:szCs w:val="14"/>
            </w:rPr>
          </w:pPr>
        </w:p>
      </w:tc>
      <w:tc>
        <w:tcPr>
          <w:tcW w:w="2583" w:type="pct"/>
          <w:gridSpan w:val="2"/>
        </w:tcPr>
        <w:p w14:paraId="62AACE3B" w14:textId="77777777" w:rsidR="0045781A" w:rsidRDefault="004440E2" w:rsidP="00B71B08">
          <w:pPr>
            <w:pStyle w:val="Header"/>
            <w:tabs>
              <w:tab w:val="clear" w:pos="4153"/>
              <w:tab w:val="clear" w:pos="8306"/>
            </w:tabs>
            <w:jc w:val="right"/>
            <w:rPr>
              <w:caps/>
              <w:color w:val="E6E6E6" w:themeColor="accent6"/>
              <w:sz w:val="14"/>
              <w:szCs w:val="14"/>
            </w:rPr>
          </w:pPr>
          <w:r>
            <w:rPr>
              <w:caps/>
              <w:noProof/>
              <w:color w:val="E6E6E6" w:themeColor="accent6"/>
              <w:sz w:val="14"/>
              <w:szCs w:val="14"/>
            </w:rPr>
            <w:drawing>
              <wp:inline distT="0" distB="0" distL="0" distR="0" wp14:anchorId="2BA4F575" wp14:editId="38DF7753">
                <wp:extent cx="1616400" cy="550800"/>
                <wp:effectExtent l="0" t="0" r="3175" b="190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6400" cy="55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45781A" w14:paraId="0AE64CBF" w14:textId="77777777" w:rsidTr="00FA418C">
      <w:tc>
        <w:tcPr>
          <w:tcW w:w="3766" w:type="pct"/>
          <w:gridSpan w:val="2"/>
        </w:tcPr>
        <w:p w14:paraId="6F2571F4" w14:textId="77777777" w:rsidR="0045781A" w:rsidRDefault="0045781A" w:rsidP="004440E2">
          <w:pPr>
            <w:pStyle w:val="Header"/>
            <w:tabs>
              <w:tab w:val="clear" w:pos="4153"/>
              <w:tab w:val="clear" w:pos="8306"/>
            </w:tabs>
            <w:ind w:right="24"/>
            <w:rPr>
              <w:caps/>
              <w:color w:val="E6E6E6" w:themeColor="accent6"/>
              <w:sz w:val="14"/>
              <w:szCs w:val="14"/>
            </w:rPr>
          </w:pPr>
        </w:p>
      </w:tc>
      <w:tc>
        <w:tcPr>
          <w:tcW w:w="1234" w:type="pct"/>
          <w:tcMar>
            <w:left w:w="0" w:type="dxa"/>
            <w:right w:w="0" w:type="dxa"/>
          </w:tcMar>
        </w:tcPr>
        <w:p w14:paraId="0A917FF3" w14:textId="77777777" w:rsidR="0045781A" w:rsidRPr="00994D41" w:rsidRDefault="00254314" w:rsidP="004440E2">
          <w:pPr>
            <w:pStyle w:val="FootnoteText"/>
            <w:ind w:right="24"/>
            <w:rPr>
              <w:caps/>
              <w:color w:val="828386" w:themeColor="text2"/>
              <w:sz w:val="16"/>
              <w:szCs w:val="16"/>
            </w:rPr>
          </w:pPr>
          <w:r w:rsidRPr="00254314">
            <w:rPr>
              <w:rFonts w:eastAsia="Open Sans"/>
              <w:color w:val="828386" w:themeColor="text2"/>
              <w:sz w:val="16"/>
              <w:szCs w:val="16"/>
            </w:rPr>
            <w:t xml:space="preserve">LEVEL 6, TOWER A, </w:t>
          </w:r>
          <w:r>
            <w:rPr>
              <w:rFonts w:eastAsia="Open Sans"/>
              <w:color w:val="828386" w:themeColor="text2"/>
              <w:sz w:val="16"/>
              <w:szCs w:val="16"/>
            </w:rPr>
            <w:br/>
          </w:r>
          <w:r w:rsidRPr="00254314">
            <w:rPr>
              <w:rFonts w:eastAsia="Open Sans"/>
              <w:color w:val="828386" w:themeColor="text2"/>
              <w:sz w:val="16"/>
              <w:szCs w:val="16"/>
            </w:rPr>
            <w:t>799 PACIFIC HIGHWAY, CHATSWOOD NSW 2067</w:t>
          </w:r>
        </w:p>
      </w:tc>
    </w:tr>
  </w:tbl>
  <w:p w14:paraId="401AE918" w14:textId="77777777" w:rsidR="004169C8" w:rsidRPr="00B040F6" w:rsidRDefault="004169C8" w:rsidP="006F0D63">
    <w:pPr>
      <w:pStyle w:val="Header"/>
      <w:tabs>
        <w:tab w:val="clear" w:pos="4153"/>
        <w:tab w:val="clear" w:pos="8306"/>
      </w:tabs>
      <w:jc w:val="right"/>
      <w:rPr>
        <w:caps/>
        <w:color w:val="E6E6E6" w:themeColor="accent6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EC8D9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9E8A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6ECC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720F2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447B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C2F8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284FE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0B249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208F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D6EC0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1FE374C0"/>
    <w:multiLevelType w:val="hybridMultilevel"/>
    <w:tmpl w:val="88129A4E"/>
    <w:lvl w:ilvl="0" w:tplc="4D7AB656">
      <w:start w:val="1"/>
      <w:numFmt w:val="bullet"/>
      <w:pStyle w:val="SNbulletL2"/>
      <w:lvlText w:val="—"/>
      <w:lvlJc w:val="left"/>
      <w:pPr>
        <w:ind w:left="785" w:hanging="360"/>
      </w:pPr>
      <w:rPr>
        <w:rFonts w:ascii="HelveticaNeue LT 45 Lt" w:hAnsi="HelveticaNeue LT 45 Lt" w:hint="default"/>
        <w:color w:val="333333" w:themeColor="text1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739"/>
        </w:tabs>
        <w:ind w:left="77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459"/>
        </w:tabs>
        <w:ind w:left="845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179"/>
        </w:tabs>
        <w:ind w:left="9179" w:hanging="360"/>
      </w:pPr>
      <w:rPr>
        <w:rFonts w:ascii="Wingdings" w:hAnsi="Wingdings" w:hint="default"/>
      </w:rPr>
    </w:lvl>
  </w:abstractNum>
  <w:abstractNum w:abstractNumId="13" w15:restartNumberingAfterBreak="0">
    <w:nsid w:val="346718F3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9302DE1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0193FDE"/>
    <w:multiLevelType w:val="hybridMultilevel"/>
    <w:tmpl w:val="E5EAECFC"/>
    <w:lvl w:ilvl="0" w:tplc="C36A3B14">
      <w:start w:val="1"/>
      <w:numFmt w:val="bullet"/>
      <w:pStyle w:val="SNbulletL1"/>
      <w:lvlText w:val="l"/>
      <w:lvlJc w:val="left"/>
      <w:pPr>
        <w:ind w:left="360" w:hanging="360"/>
      </w:pPr>
      <w:rPr>
        <w:rFonts w:ascii="Wingdings" w:hAnsi="Wingdings" w:hint="default"/>
        <w:color w:val="3F439B" w:themeColor="accent2"/>
        <w:sz w:val="17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1A7112"/>
    <w:multiLevelType w:val="multilevel"/>
    <w:tmpl w:val="0854D35C"/>
    <w:lvl w:ilvl="0">
      <w:start w:val="1"/>
      <w:numFmt w:val="decimal"/>
      <w:pStyle w:val="SNH1numbered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SNH2numbered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SNH3numbered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SNH4numbered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SNappendices"/>
      <w:lvlText w:val="A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6">
      <w:start w:val="1"/>
      <w:numFmt w:val="decimal"/>
      <w:lvlRestart w:val="0"/>
      <w:lvlText w:val="%1.%2.%3.%4.%5.%6.%7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1"/>
        </w:tabs>
        <w:ind w:left="851" w:hanging="851"/>
      </w:pPr>
      <w:rPr>
        <w:rFonts w:hint="default"/>
      </w:rPr>
    </w:lvl>
  </w:abstractNum>
  <w:abstractNum w:abstractNumId="17" w15:restartNumberingAfterBreak="0">
    <w:nsid w:val="5E897D73"/>
    <w:multiLevelType w:val="hybridMultilevel"/>
    <w:tmpl w:val="CAE2C110"/>
    <w:lvl w:ilvl="0" w:tplc="FA3A1B76">
      <w:start w:val="1"/>
      <w:numFmt w:val="bullet"/>
      <w:pStyle w:val="SNtablebulletL1"/>
      <w:lvlText w:val="—"/>
      <w:lvlJc w:val="left"/>
      <w:pPr>
        <w:ind w:left="360" w:hanging="360"/>
      </w:pPr>
      <w:rPr>
        <w:rFonts w:ascii="HelveticaNeue LT 45 Lt" w:hAnsi="HelveticaNeue LT 45 Lt" w:hint="default"/>
        <w:color w:val="333333" w:themeColor="text1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1E66E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1342285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86C2AF1"/>
    <w:multiLevelType w:val="hybridMultilevel"/>
    <w:tmpl w:val="0E425504"/>
    <w:lvl w:ilvl="0" w:tplc="5484A060">
      <w:start w:val="1"/>
      <w:numFmt w:val="bullet"/>
      <w:pStyle w:val="SNtablebulletL2"/>
      <w:lvlText w:val="—"/>
      <w:lvlJc w:val="left"/>
      <w:pPr>
        <w:ind w:left="644" w:hanging="360"/>
      </w:pPr>
      <w:rPr>
        <w:rFonts w:ascii="HelveticaNeue LT 45 Lt" w:hAnsi="HelveticaNeue LT 45 Lt" w:hint="default"/>
        <w:color w:val="333333" w:themeColor="text1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A85B7F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F483A19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30737319">
    <w:abstractNumId w:val="16"/>
  </w:num>
  <w:num w:numId="2" w16cid:durableId="1541242025">
    <w:abstractNumId w:val="12"/>
  </w:num>
  <w:num w:numId="3" w16cid:durableId="2114201935">
    <w:abstractNumId w:val="15"/>
  </w:num>
  <w:num w:numId="4" w16cid:durableId="1351250416">
    <w:abstractNumId w:val="17"/>
  </w:num>
  <w:num w:numId="5" w16cid:durableId="1330400484">
    <w:abstractNumId w:val="20"/>
  </w:num>
  <w:num w:numId="6" w16cid:durableId="811799978">
    <w:abstractNumId w:val="14"/>
  </w:num>
  <w:num w:numId="7" w16cid:durableId="1471825216">
    <w:abstractNumId w:val="19"/>
  </w:num>
  <w:num w:numId="8" w16cid:durableId="597099737">
    <w:abstractNumId w:val="9"/>
  </w:num>
  <w:num w:numId="9" w16cid:durableId="100421130">
    <w:abstractNumId w:val="7"/>
  </w:num>
  <w:num w:numId="10" w16cid:durableId="448285447">
    <w:abstractNumId w:val="6"/>
  </w:num>
  <w:num w:numId="11" w16cid:durableId="1986279295">
    <w:abstractNumId w:val="5"/>
  </w:num>
  <w:num w:numId="12" w16cid:durableId="1338270904">
    <w:abstractNumId w:val="4"/>
  </w:num>
  <w:num w:numId="13" w16cid:durableId="1734959981">
    <w:abstractNumId w:val="8"/>
  </w:num>
  <w:num w:numId="14" w16cid:durableId="1533611938">
    <w:abstractNumId w:val="3"/>
  </w:num>
  <w:num w:numId="15" w16cid:durableId="411781563">
    <w:abstractNumId w:val="2"/>
  </w:num>
  <w:num w:numId="16" w16cid:durableId="2085256042">
    <w:abstractNumId w:val="1"/>
  </w:num>
  <w:num w:numId="17" w16cid:durableId="1195382806">
    <w:abstractNumId w:val="0"/>
  </w:num>
  <w:num w:numId="18" w16cid:durableId="1458911166">
    <w:abstractNumId w:val="21"/>
  </w:num>
  <w:num w:numId="19" w16cid:durableId="1276332052">
    <w:abstractNumId w:val="22"/>
  </w:num>
  <w:num w:numId="20" w16cid:durableId="2049795528">
    <w:abstractNumId w:val="13"/>
  </w:num>
  <w:num w:numId="21" w16cid:durableId="2082604183">
    <w:abstractNumId w:val="18"/>
  </w:num>
  <w:num w:numId="22" w16cid:durableId="883834447">
    <w:abstractNumId w:val="16"/>
  </w:num>
  <w:num w:numId="23" w16cid:durableId="276917000">
    <w:abstractNumId w:val="16"/>
  </w:num>
  <w:num w:numId="24" w16cid:durableId="1471288369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intPostScriptOverText/>
  <w:proofState w:spelling="clean" w:grammar="clean"/>
  <w:attachedTemplate r:id="rId1"/>
  <w:stylePaneFormatFilter w:val="C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1" w:alternateStyleNames="1"/>
  <w:defaultTabStop w:val="720"/>
  <w:clickAndTypeStyle w:val="Heading9Char"/>
  <w:drawingGridHorizontalSpacing w:val="100"/>
  <w:displayHorizontalDrawingGridEvery w:val="2"/>
  <w:noPunctuationKerning/>
  <w:characterSpacingControl w:val="doNotCompress"/>
  <w:hdrShapeDefaults>
    <o:shapedefaults v:ext="edit" spidmax="2050" fillcolor="white">
      <v:fill color="white"/>
      <o:colormru v:ext="edit" colors="maroon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521"/>
    <w:rsid w:val="00000893"/>
    <w:rsid w:val="00001A15"/>
    <w:rsid w:val="0000398A"/>
    <w:rsid w:val="000056D5"/>
    <w:rsid w:val="0001124C"/>
    <w:rsid w:val="000126D3"/>
    <w:rsid w:val="00014AB2"/>
    <w:rsid w:val="0002016E"/>
    <w:rsid w:val="0002455E"/>
    <w:rsid w:val="0002580C"/>
    <w:rsid w:val="00026CB5"/>
    <w:rsid w:val="00027AB6"/>
    <w:rsid w:val="000341E2"/>
    <w:rsid w:val="000370CC"/>
    <w:rsid w:val="000377E3"/>
    <w:rsid w:val="00044311"/>
    <w:rsid w:val="000455B4"/>
    <w:rsid w:val="000460CA"/>
    <w:rsid w:val="00051215"/>
    <w:rsid w:val="00054840"/>
    <w:rsid w:val="0005634E"/>
    <w:rsid w:val="00056A7F"/>
    <w:rsid w:val="000636B1"/>
    <w:rsid w:val="000636B4"/>
    <w:rsid w:val="0007791C"/>
    <w:rsid w:val="000805F5"/>
    <w:rsid w:val="0008081F"/>
    <w:rsid w:val="00086BF7"/>
    <w:rsid w:val="00087D14"/>
    <w:rsid w:val="000A0277"/>
    <w:rsid w:val="000A0A17"/>
    <w:rsid w:val="000A1B3B"/>
    <w:rsid w:val="000A3639"/>
    <w:rsid w:val="000A3B7B"/>
    <w:rsid w:val="000A3F95"/>
    <w:rsid w:val="000A6869"/>
    <w:rsid w:val="000A73E1"/>
    <w:rsid w:val="000B141A"/>
    <w:rsid w:val="000B22BF"/>
    <w:rsid w:val="000C0F37"/>
    <w:rsid w:val="000C0FFC"/>
    <w:rsid w:val="000C17D9"/>
    <w:rsid w:val="000C34EB"/>
    <w:rsid w:val="000D2B09"/>
    <w:rsid w:val="000D7C98"/>
    <w:rsid w:val="000E0FBF"/>
    <w:rsid w:val="000E1ED1"/>
    <w:rsid w:val="000E3665"/>
    <w:rsid w:val="000E3EA6"/>
    <w:rsid w:val="000F01D5"/>
    <w:rsid w:val="000F33B3"/>
    <w:rsid w:val="000F3B5E"/>
    <w:rsid w:val="000F568F"/>
    <w:rsid w:val="000F6F73"/>
    <w:rsid w:val="00102F5C"/>
    <w:rsid w:val="00103332"/>
    <w:rsid w:val="00104E76"/>
    <w:rsid w:val="00107A98"/>
    <w:rsid w:val="00111F38"/>
    <w:rsid w:val="00122D5E"/>
    <w:rsid w:val="00132D13"/>
    <w:rsid w:val="0014063F"/>
    <w:rsid w:val="00141CD6"/>
    <w:rsid w:val="00144DF4"/>
    <w:rsid w:val="001451E4"/>
    <w:rsid w:val="00146987"/>
    <w:rsid w:val="0015015B"/>
    <w:rsid w:val="00156492"/>
    <w:rsid w:val="001567B1"/>
    <w:rsid w:val="001572B6"/>
    <w:rsid w:val="001617DF"/>
    <w:rsid w:val="00166220"/>
    <w:rsid w:val="00167788"/>
    <w:rsid w:val="00167FBC"/>
    <w:rsid w:val="001750BF"/>
    <w:rsid w:val="00176A0E"/>
    <w:rsid w:val="00181001"/>
    <w:rsid w:val="00181FE4"/>
    <w:rsid w:val="00184703"/>
    <w:rsid w:val="00184F72"/>
    <w:rsid w:val="00195777"/>
    <w:rsid w:val="001961E6"/>
    <w:rsid w:val="001A0FB6"/>
    <w:rsid w:val="001A20A8"/>
    <w:rsid w:val="001A5248"/>
    <w:rsid w:val="001A7B07"/>
    <w:rsid w:val="001B1924"/>
    <w:rsid w:val="001C64E0"/>
    <w:rsid w:val="001C6B8E"/>
    <w:rsid w:val="001D4550"/>
    <w:rsid w:val="001E221B"/>
    <w:rsid w:val="001E58CE"/>
    <w:rsid w:val="001E6019"/>
    <w:rsid w:val="001E7206"/>
    <w:rsid w:val="001F07A1"/>
    <w:rsid w:val="001F2405"/>
    <w:rsid w:val="001F3A99"/>
    <w:rsid w:val="001F3AB3"/>
    <w:rsid w:val="001F3AD3"/>
    <w:rsid w:val="001F7FA2"/>
    <w:rsid w:val="002007FB"/>
    <w:rsid w:val="00200932"/>
    <w:rsid w:val="00217600"/>
    <w:rsid w:val="00222E7D"/>
    <w:rsid w:val="002237E5"/>
    <w:rsid w:val="00223C2D"/>
    <w:rsid w:val="00225D24"/>
    <w:rsid w:val="00227194"/>
    <w:rsid w:val="00231451"/>
    <w:rsid w:val="00231C8D"/>
    <w:rsid w:val="00233587"/>
    <w:rsid w:val="00233B1C"/>
    <w:rsid w:val="00234C0F"/>
    <w:rsid w:val="002375A2"/>
    <w:rsid w:val="002421C6"/>
    <w:rsid w:val="00252886"/>
    <w:rsid w:val="0025300A"/>
    <w:rsid w:val="00254314"/>
    <w:rsid w:val="002578E2"/>
    <w:rsid w:val="0026040E"/>
    <w:rsid w:val="00262E2C"/>
    <w:rsid w:val="00264E3C"/>
    <w:rsid w:val="002670EF"/>
    <w:rsid w:val="0026783B"/>
    <w:rsid w:val="00267D12"/>
    <w:rsid w:val="00273AB2"/>
    <w:rsid w:val="002757DB"/>
    <w:rsid w:val="002804E7"/>
    <w:rsid w:val="002837B7"/>
    <w:rsid w:val="00291860"/>
    <w:rsid w:val="002A3DB4"/>
    <w:rsid w:val="002A3DE2"/>
    <w:rsid w:val="002A40EB"/>
    <w:rsid w:val="002A6323"/>
    <w:rsid w:val="002B3325"/>
    <w:rsid w:val="002B3755"/>
    <w:rsid w:val="002C32EE"/>
    <w:rsid w:val="002D0147"/>
    <w:rsid w:val="002D0C47"/>
    <w:rsid w:val="002D22B1"/>
    <w:rsid w:val="002F7521"/>
    <w:rsid w:val="0030702A"/>
    <w:rsid w:val="003235C8"/>
    <w:rsid w:val="00325300"/>
    <w:rsid w:val="003325EB"/>
    <w:rsid w:val="003354A7"/>
    <w:rsid w:val="00336170"/>
    <w:rsid w:val="003379C7"/>
    <w:rsid w:val="003470B7"/>
    <w:rsid w:val="00350147"/>
    <w:rsid w:val="003561EC"/>
    <w:rsid w:val="0035705E"/>
    <w:rsid w:val="00363900"/>
    <w:rsid w:val="0037090B"/>
    <w:rsid w:val="003723BD"/>
    <w:rsid w:val="00377863"/>
    <w:rsid w:val="0038083F"/>
    <w:rsid w:val="00382F00"/>
    <w:rsid w:val="0038303A"/>
    <w:rsid w:val="003858FC"/>
    <w:rsid w:val="00387C70"/>
    <w:rsid w:val="00390AAE"/>
    <w:rsid w:val="0039174C"/>
    <w:rsid w:val="003933CC"/>
    <w:rsid w:val="00394A17"/>
    <w:rsid w:val="00394B51"/>
    <w:rsid w:val="003A7B40"/>
    <w:rsid w:val="003B11DA"/>
    <w:rsid w:val="003B39A8"/>
    <w:rsid w:val="003B7942"/>
    <w:rsid w:val="003C121D"/>
    <w:rsid w:val="003C2E12"/>
    <w:rsid w:val="003C58DE"/>
    <w:rsid w:val="003C7C7B"/>
    <w:rsid w:val="003D1AB4"/>
    <w:rsid w:val="003D41B5"/>
    <w:rsid w:val="003E2B80"/>
    <w:rsid w:val="003E3007"/>
    <w:rsid w:val="003E3A3B"/>
    <w:rsid w:val="003F0C5B"/>
    <w:rsid w:val="003F1F77"/>
    <w:rsid w:val="003F4B8F"/>
    <w:rsid w:val="00402C26"/>
    <w:rsid w:val="004051DF"/>
    <w:rsid w:val="004140E3"/>
    <w:rsid w:val="004169C8"/>
    <w:rsid w:val="00417260"/>
    <w:rsid w:val="00425519"/>
    <w:rsid w:val="0042644A"/>
    <w:rsid w:val="00436D81"/>
    <w:rsid w:val="00437633"/>
    <w:rsid w:val="00440602"/>
    <w:rsid w:val="00442682"/>
    <w:rsid w:val="00442AC4"/>
    <w:rsid w:val="00443E04"/>
    <w:rsid w:val="004440E2"/>
    <w:rsid w:val="00446C7E"/>
    <w:rsid w:val="00450C67"/>
    <w:rsid w:val="0045781A"/>
    <w:rsid w:val="00465F46"/>
    <w:rsid w:val="00467CCE"/>
    <w:rsid w:val="0047413A"/>
    <w:rsid w:val="00477018"/>
    <w:rsid w:val="0047721F"/>
    <w:rsid w:val="004834F3"/>
    <w:rsid w:val="0048777B"/>
    <w:rsid w:val="004A3F62"/>
    <w:rsid w:val="004A566E"/>
    <w:rsid w:val="004A6233"/>
    <w:rsid w:val="004A66BC"/>
    <w:rsid w:val="004B59F0"/>
    <w:rsid w:val="004B686F"/>
    <w:rsid w:val="004B71C2"/>
    <w:rsid w:val="004B7CBA"/>
    <w:rsid w:val="004C4014"/>
    <w:rsid w:val="004D065D"/>
    <w:rsid w:val="004D531E"/>
    <w:rsid w:val="004D6D48"/>
    <w:rsid w:val="004E7115"/>
    <w:rsid w:val="004E7E59"/>
    <w:rsid w:val="004E7E67"/>
    <w:rsid w:val="004F34E4"/>
    <w:rsid w:val="004F51D5"/>
    <w:rsid w:val="0050036A"/>
    <w:rsid w:val="005040DF"/>
    <w:rsid w:val="00507529"/>
    <w:rsid w:val="00514E5C"/>
    <w:rsid w:val="00517B5C"/>
    <w:rsid w:val="0053548C"/>
    <w:rsid w:val="00541882"/>
    <w:rsid w:val="00551124"/>
    <w:rsid w:val="005520BB"/>
    <w:rsid w:val="005545BA"/>
    <w:rsid w:val="00555D6B"/>
    <w:rsid w:val="0057038A"/>
    <w:rsid w:val="00575554"/>
    <w:rsid w:val="00580924"/>
    <w:rsid w:val="00580C5E"/>
    <w:rsid w:val="0058230E"/>
    <w:rsid w:val="005851D7"/>
    <w:rsid w:val="00587F71"/>
    <w:rsid w:val="005907F6"/>
    <w:rsid w:val="005919E8"/>
    <w:rsid w:val="00592765"/>
    <w:rsid w:val="00592FC3"/>
    <w:rsid w:val="00595761"/>
    <w:rsid w:val="00595780"/>
    <w:rsid w:val="005971C0"/>
    <w:rsid w:val="005A3DB5"/>
    <w:rsid w:val="005A3FC9"/>
    <w:rsid w:val="005A73CB"/>
    <w:rsid w:val="005D3A68"/>
    <w:rsid w:val="005D4064"/>
    <w:rsid w:val="005D4C69"/>
    <w:rsid w:val="005E6D7F"/>
    <w:rsid w:val="005F4B19"/>
    <w:rsid w:val="005F69FC"/>
    <w:rsid w:val="00601C2F"/>
    <w:rsid w:val="0060590C"/>
    <w:rsid w:val="006112DD"/>
    <w:rsid w:val="00615DE6"/>
    <w:rsid w:val="00616A3D"/>
    <w:rsid w:val="00620C9B"/>
    <w:rsid w:val="0062218D"/>
    <w:rsid w:val="00625B13"/>
    <w:rsid w:val="006260E3"/>
    <w:rsid w:val="00626DCC"/>
    <w:rsid w:val="0063048E"/>
    <w:rsid w:val="00632ECE"/>
    <w:rsid w:val="006342E6"/>
    <w:rsid w:val="00644AB4"/>
    <w:rsid w:val="00654A7F"/>
    <w:rsid w:val="00655B09"/>
    <w:rsid w:val="00656FA8"/>
    <w:rsid w:val="00666273"/>
    <w:rsid w:val="006706B3"/>
    <w:rsid w:val="00671B32"/>
    <w:rsid w:val="0067200A"/>
    <w:rsid w:val="00675791"/>
    <w:rsid w:val="00680F3F"/>
    <w:rsid w:val="0068129C"/>
    <w:rsid w:val="00682618"/>
    <w:rsid w:val="006913C3"/>
    <w:rsid w:val="006A0C3E"/>
    <w:rsid w:val="006A29F9"/>
    <w:rsid w:val="006A36F5"/>
    <w:rsid w:val="006A3AC4"/>
    <w:rsid w:val="006A5226"/>
    <w:rsid w:val="006A62E1"/>
    <w:rsid w:val="006A65DB"/>
    <w:rsid w:val="006B16EF"/>
    <w:rsid w:val="006B21AF"/>
    <w:rsid w:val="006B6BD1"/>
    <w:rsid w:val="006D254F"/>
    <w:rsid w:val="006D472F"/>
    <w:rsid w:val="006D64E7"/>
    <w:rsid w:val="006E0766"/>
    <w:rsid w:val="006E5CBE"/>
    <w:rsid w:val="006E7197"/>
    <w:rsid w:val="006E7558"/>
    <w:rsid w:val="006F0D63"/>
    <w:rsid w:val="006F2214"/>
    <w:rsid w:val="006F28AD"/>
    <w:rsid w:val="00704250"/>
    <w:rsid w:val="007061E6"/>
    <w:rsid w:val="00706564"/>
    <w:rsid w:val="007065B6"/>
    <w:rsid w:val="00706EAD"/>
    <w:rsid w:val="00710082"/>
    <w:rsid w:val="0071335F"/>
    <w:rsid w:val="00717B3C"/>
    <w:rsid w:val="00723041"/>
    <w:rsid w:val="007330B3"/>
    <w:rsid w:val="00742DE0"/>
    <w:rsid w:val="0074309C"/>
    <w:rsid w:val="00744D6D"/>
    <w:rsid w:val="00744FD3"/>
    <w:rsid w:val="00751569"/>
    <w:rsid w:val="007635D4"/>
    <w:rsid w:val="007657C1"/>
    <w:rsid w:val="00772FD4"/>
    <w:rsid w:val="00773A55"/>
    <w:rsid w:val="00785329"/>
    <w:rsid w:val="007945FD"/>
    <w:rsid w:val="00794D7D"/>
    <w:rsid w:val="007A1858"/>
    <w:rsid w:val="007A2628"/>
    <w:rsid w:val="007A299C"/>
    <w:rsid w:val="007A50BA"/>
    <w:rsid w:val="007B299F"/>
    <w:rsid w:val="007B3F1D"/>
    <w:rsid w:val="007C63E7"/>
    <w:rsid w:val="007D2A10"/>
    <w:rsid w:val="007D4D9C"/>
    <w:rsid w:val="007D7C55"/>
    <w:rsid w:val="007D7CFD"/>
    <w:rsid w:val="007E0307"/>
    <w:rsid w:val="007E3C47"/>
    <w:rsid w:val="007E5746"/>
    <w:rsid w:val="007F0C35"/>
    <w:rsid w:val="007F71A3"/>
    <w:rsid w:val="0080030B"/>
    <w:rsid w:val="00802EFB"/>
    <w:rsid w:val="00805BCB"/>
    <w:rsid w:val="008065AF"/>
    <w:rsid w:val="0081335A"/>
    <w:rsid w:val="0082044A"/>
    <w:rsid w:val="00822701"/>
    <w:rsid w:val="00822EFA"/>
    <w:rsid w:val="008230FA"/>
    <w:rsid w:val="00824C82"/>
    <w:rsid w:val="0083114A"/>
    <w:rsid w:val="00833895"/>
    <w:rsid w:val="00834F68"/>
    <w:rsid w:val="00840618"/>
    <w:rsid w:val="008462F2"/>
    <w:rsid w:val="008520FF"/>
    <w:rsid w:val="0085561F"/>
    <w:rsid w:val="00856EEC"/>
    <w:rsid w:val="00861CD0"/>
    <w:rsid w:val="00865D47"/>
    <w:rsid w:val="00871582"/>
    <w:rsid w:val="00877950"/>
    <w:rsid w:val="0088697B"/>
    <w:rsid w:val="00894F1E"/>
    <w:rsid w:val="00895E61"/>
    <w:rsid w:val="008A42DF"/>
    <w:rsid w:val="008A5582"/>
    <w:rsid w:val="008A6744"/>
    <w:rsid w:val="008B2358"/>
    <w:rsid w:val="008B2B75"/>
    <w:rsid w:val="008C313A"/>
    <w:rsid w:val="008C5E95"/>
    <w:rsid w:val="008D4D2F"/>
    <w:rsid w:val="008D6C24"/>
    <w:rsid w:val="008E466E"/>
    <w:rsid w:val="008E4AAE"/>
    <w:rsid w:val="008E5165"/>
    <w:rsid w:val="008E525E"/>
    <w:rsid w:val="008E72AB"/>
    <w:rsid w:val="008F461D"/>
    <w:rsid w:val="008F57A2"/>
    <w:rsid w:val="009043AF"/>
    <w:rsid w:val="00913818"/>
    <w:rsid w:val="00927AB2"/>
    <w:rsid w:val="0093038D"/>
    <w:rsid w:val="00932183"/>
    <w:rsid w:val="009354CC"/>
    <w:rsid w:val="00935B91"/>
    <w:rsid w:val="00937B5E"/>
    <w:rsid w:val="0094176E"/>
    <w:rsid w:val="00942E4F"/>
    <w:rsid w:val="00943E77"/>
    <w:rsid w:val="0094792D"/>
    <w:rsid w:val="00947DD1"/>
    <w:rsid w:val="00950801"/>
    <w:rsid w:val="00951DE0"/>
    <w:rsid w:val="00951E2F"/>
    <w:rsid w:val="009548A7"/>
    <w:rsid w:val="0096141D"/>
    <w:rsid w:val="00962144"/>
    <w:rsid w:val="00994D41"/>
    <w:rsid w:val="00996142"/>
    <w:rsid w:val="009A1543"/>
    <w:rsid w:val="009A1FD4"/>
    <w:rsid w:val="009A2753"/>
    <w:rsid w:val="009A28C5"/>
    <w:rsid w:val="009B048C"/>
    <w:rsid w:val="009B1981"/>
    <w:rsid w:val="009B232E"/>
    <w:rsid w:val="009B5AFE"/>
    <w:rsid w:val="009B6D09"/>
    <w:rsid w:val="009B7A5E"/>
    <w:rsid w:val="009D03BB"/>
    <w:rsid w:val="009D1913"/>
    <w:rsid w:val="009D35AF"/>
    <w:rsid w:val="009D5EE3"/>
    <w:rsid w:val="009E3969"/>
    <w:rsid w:val="009E3C71"/>
    <w:rsid w:val="009F3413"/>
    <w:rsid w:val="009F4358"/>
    <w:rsid w:val="00A03990"/>
    <w:rsid w:val="00A140C1"/>
    <w:rsid w:val="00A14445"/>
    <w:rsid w:val="00A2025E"/>
    <w:rsid w:val="00A21594"/>
    <w:rsid w:val="00A2221B"/>
    <w:rsid w:val="00A22890"/>
    <w:rsid w:val="00A2651A"/>
    <w:rsid w:val="00A265E4"/>
    <w:rsid w:val="00A304A2"/>
    <w:rsid w:val="00A3308E"/>
    <w:rsid w:val="00A33638"/>
    <w:rsid w:val="00A3449F"/>
    <w:rsid w:val="00A357E5"/>
    <w:rsid w:val="00A35E50"/>
    <w:rsid w:val="00A452E3"/>
    <w:rsid w:val="00A51BED"/>
    <w:rsid w:val="00A53D68"/>
    <w:rsid w:val="00A5687A"/>
    <w:rsid w:val="00A6003A"/>
    <w:rsid w:val="00A632F5"/>
    <w:rsid w:val="00A6382F"/>
    <w:rsid w:val="00A66669"/>
    <w:rsid w:val="00A803F7"/>
    <w:rsid w:val="00A8723E"/>
    <w:rsid w:val="00A9310B"/>
    <w:rsid w:val="00A93BC7"/>
    <w:rsid w:val="00A961B3"/>
    <w:rsid w:val="00A96C1E"/>
    <w:rsid w:val="00AA7D98"/>
    <w:rsid w:val="00AB112D"/>
    <w:rsid w:val="00AB23D0"/>
    <w:rsid w:val="00AB3A55"/>
    <w:rsid w:val="00AB691E"/>
    <w:rsid w:val="00AC26A0"/>
    <w:rsid w:val="00AC2DE6"/>
    <w:rsid w:val="00AC6C8D"/>
    <w:rsid w:val="00AE0B15"/>
    <w:rsid w:val="00AE188E"/>
    <w:rsid w:val="00AE1BC8"/>
    <w:rsid w:val="00AE569E"/>
    <w:rsid w:val="00AE5F56"/>
    <w:rsid w:val="00AE668D"/>
    <w:rsid w:val="00B040F6"/>
    <w:rsid w:val="00B077D2"/>
    <w:rsid w:val="00B07A7B"/>
    <w:rsid w:val="00B116AD"/>
    <w:rsid w:val="00B31987"/>
    <w:rsid w:val="00B35CB1"/>
    <w:rsid w:val="00B42F76"/>
    <w:rsid w:val="00B47768"/>
    <w:rsid w:val="00B47FF8"/>
    <w:rsid w:val="00B52AC5"/>
    <w:rsid w:val="00B53446"/>
    <w:rsid w:val="00B542D5"/>
    <w:rsid w:val="00B5725F"/>
    <w:rsid w:val="00B640AD"/>
    <w:rsid w:val="00B67D49"/>
    <w:rsid w:val="00B70E96"/>
    <w:rsid w:val="00B71B08"/>
    <w:rsid w:val="00B734F3"/>
    <w:rsid w:val="00B75908"/>
    <w:rsid w:val="00B83A8C"/>
    <w:rsid w:val="00B84032"/>
    <w:rsid w:val="00B87904"/>
    <w:rsid w:val="00B919F1"/>
    <w:rsid w:val="00B95172"/>
    <w:rsid w:val="00B97FA4"/>
    <w:rsid w:val="00BA639C"/>
    <w:rsid w:val="00BA7B85"/>
    <w:rsid w:val="00BA7BFC"/>
    <w:rsid w:val="00BB363E"/>
    <w:rsid w:val="00BB5064"/>
    <w:rsid w:val="00BB67C0"/>
    <w:rsid w:val="00BB6AD5"/>
    <w:rsid w:val="00BC557F"/>
    <w:rsid w:val="00BC62B1"/>
    <w:rsid w:val="00BC797D"/>
    <w:rsid w:val="00BD278E"/>
    <w:rsid w:val="00BD77D2"/>
    <w:rsid w:val="00BE3E4B"/>
    <w:rsid w:val="00BF045A"/>
    <w:rsid w:val="00BF1C26"/>
    <w:rsid w:val="00BF29DB"/>
    <w:rsid w:val="00BF4C24"/>
    <w:rsid w:val="00BF6921"/>
    <w:rsid w:val="00BF763B"/>
    <w:rsid w:val="00BF7775"/>
    <w:rsid w:val="00C00C7D"/>
    <w:rsid w:val="00C00FAF"/>
    <w:rsid w:val="00C021DF"/>
    <w:rsid w:val="00C06004"/>
    <w:rsid w:val="00C063E7"/>
    <w:rsid w:val="00C06CA7"/>
    <w:rsid w:val="00C15EE6"/>
    <w:rsid w:val="00C17BF1"/>
    <w:rsid w:val="00C24728"/>
    <w:rsid w:val="00C26F3A"/>
    <w:rsid w:val="00C2751F"/>
    <w:rsid w:val="00C30C76"/>
    <w:rsid w:val="00C322EE"/>
    <w:rsid w:val="00C33DC6"/>
    <w:rsid w:val="00C36758"/>
    <w:rsid w:val="00C37424"/>
    <w:rsid w:val="00C419DD"/>
    <w:rsid w:val="00C424A1"/>
    <w:rsid w:val="00C44594"/>
    <w:rsid w:val="00C52252"/>
    <w:rsid w:val="00C5246F"/>
    <w:rsid w:val="00C52922"/>
    <w:rsid w:val="00C60054"/>
    <w:rsid w:val="00C64E55"/>
    <w:rsid w:val="00C660E1"/>
    <w:rsid w:val="00C7249A"/>
    <w:rsid w:val="00C7292E"/>
    <w:rsid w:val="00C731BC"/>
    <w:rsid w:val="00C765E7"/>
    <w:rsid w:val="00C77E9F"/>
    <w:rsid w:val="00C81491"/>
    <w:rsid w:val="00C84ABB"/>
    <w:rsid w:val="00C84CB7"/>
    <w:rsid w:val="00C8762C"/>
    <w:rsid w:val="00CA0B50"/>
    <w:rsid w:val="00CA3F98"/>
    <w:rsid w:val="00CB04F1"/>
    <w:rsid w:val="00CB2424"/>
    <w:rsid w:val="00CB7AD8"/>
    <w:rsid w:val="00CC333D"/>
    <w:rsid w:val="00CC6323"/>
    <w:rsid w:val="00CC6DCB"/>
    <w:rsid w:val="00CD5270"/>
    <w:rsid w:val="00CE04B1"/>
    <w:rsid w:val="00CE3193"/>
    <w:rsid w:val="00CE5E29"/>
    <w:rsid w:val="00CE5F14"/>
    <w:rsid w:val="00CE6EEA"/>
    <w:rsid w:val="00CF0C1C"/>
    <w:rsid w:val="00CF3838"/>
    <w:rsid w:val="00CF6035"/>
    <w:rsid w:val="00CF74D4"/>
    <w:rsid w:val="00D045DB"/>
    <w:rsid w:val="00D06B0C"/>
    <w:rsid w:val="00D140FF"/>
    <w:rsid w:val="00D242DB"/>
    <w:rsid w:val="00D305F3"/>
    <w:rsid w:val="00D32339"/>
    <w:rsid w:val="00D33895"/>
    <w:rsid w:val="00D35DBC"/>
    <w:rsid w:val="00D37DED"/>
    <w:rsid w:val="00D40EF0"/>
    <w:rsid w:val="00D4225B"/>
    <w:rsid w:val="00D43D6D"/>
    <w:rsid w:val="00D440B2"/>
    <w:rsid w:val="00D50AFF"/>
    <w:rsid w:val="00D54A44"/>
    <w:rsid w:val="00D62423"/>
    <w:rsid w:val="00D65E17"/>
    <w:rsid w:val="00D725F5"/>
    <w:rsid w:val="00D82070"/>
    <w:rsid w:val="00D846E7"/>
    <w:rsid w:val="00D85398"/>
    <w:rsid w:val="00D91526"/>
    <w:rsid w:val="00D91858"/>
    <w:rsid w:val="00D925A7"/>
    <w:rsid w:val="00D926C2"/>
    <w:rsid w:val="00D93516"/>
    <w:rsid w:val="00D9780F"/>
    <w:rsid w:val="00DA1A15"/>
    <w:rsid w:val="00DA4349"/>
    <w:rsid w:val="00DB5717"/>
    <w:rsid w:val="00DC0989"/>
    <w:rsid w:val="00DC1984"/>
    <w:rsid w:val="00DC5942"/>
    <w:rsid w:val="00DC60E2"/>
    <w:rsid w:val="00DD4D61"/>
    <w:rsid w:val="00DD51BD"/>
    <w:rsid w:val="00DE1C31"/>
    <w:rsid w:val="00DE3E99"/>
    <w:rsid w:val="00DE4844"/>
    <w:rsid w:val="00DE5E4B"/>
    <w:rsid w:val="00DE67C3"/>
    <w:rsid w:val="00DE69E5"/>
    <w:rsid w:val="00DF3FC6"/>
    <w:rsid w:val="00DF43AD"/>
    <w:rsid w:val="00DF760A"/>
    <w:rsid w:val="00DF7EEA"/>
    <w:rsid w:val="00E03C33"/>
    <w:rsid w:val="00E13DB5"/>
    <w:rsid w:val="00E21009"/>
    <w:rsid w:val="00E21F4F"/>
    <w:rsid w:val="00E2424F"/>
    <w:rsid w:val="00E258DD"/>
    <w:rsid w:val="00E27E32"/>
    <w:rsid w:val="00E32730"/>
    <w:rsid w:val="00E341F9"/>
    <w:rsid w:val="00E35325"/>
    <w:rsid w:val="00E363A9"/>
    <w:rsid w:val="00E41DB4"/>
    <w:rsid w:val="00E43548"/>
    <w:rsid w:val="00E46E0B"/>
    <w:rsid w:val="00E4719D"/>
    <w:rsid w:val="00E47391"/>
    <w:rsid w:val="00E51D1E"/>
    <w:rsid w:val="00E527EA"/>
    <w:rsid w:val="00E55030"/>
    <w:rsid w:val="00E553AC"/>
    <w:rsid w:val="00E61F59"/>
    <w:rsid w:val="00E67847"/>
    <w:rsid w:val="00E7136D"/>
    <w:rsid w:val="00E83D28"/>
    <w:rsid w:val="00E841C9"/>
    <w:rsid w:val="00E847FF"/>
    <w:rsid w:val="00E869DE"/>
    <w:rsid w:val="00E91654"/>
    <w:rsid w:val="00E92CE4"/>
    <w:rsid w:val="00E950E0"/>
    <w:rsid w:val="00E95EC1"/>
    <w:rsid w:val="00E966DA"/>
    <w:rsid w:val="00EA0DDE"/>
    <w:rsid w:val="00EA3041"/>
    <w:rsid w:val="00EB0AB9"/>
    <w:rsid w:val="00EB397B"/>
    <w:rsid w:val="00EB7DDB"/>
    <w:rsid w:val="00EC6106"/>
    <w:rsid w:val="00ED1B92"/>
    <w:rsid w:val="00ED3B87"/>
    <w:rsid w:val="00ED421B"/>
    <w:rsid w:val="00EE027D"/>
    <w:rsid w:val="00EE31F7"/>
    <w:rsid w:val="00EE6D36"/>
    <w:rsid w:val="00EF737F"/>
    <w:rsid w:val="00EF773C"/>
    <w:rsid w:val="00EF7BB0"/>
    <w:rsid w:val="00F01367"/>
    <w:rsid w:val="00F051FF"/>
    <w:rsid w:val="00F05C03"/>
    <w:rsid w:val="00F07DDE"/>
    <w:rsid w:val="00F127D2"/>
    <w:rsid w:val="00F21422"/>
    <w:rsid w:val="00F22A42"/>
    <w:rsid w:val="00F230E8"/>
    <w:rsid w:val="00F3034E"/>
    <w:rsid w:val="00F31467"/>
    <w:rsid w:val="00F3183E"/>
    <w:rsid w:val="00F33C04"/>
    <w:rsid w:val="00F357AC"/>
    <w:rsid w:val="00F412FB"/>
    <w:rsid w:val="00F41EAA"/>
    <w:rsid w:val="00F427FF"/>
    <w:rsid w:val="00F444FB"/>
    <w:rsid w:val="00F4494B"/>
    <w:rsid w:val="00F46B41"/>
    <w:rsid w:val="00F521BE"/>
    <w:rsid w:val="00F549E9"/>
    <w:rsid w:val="00F54BE7"/>
    <w:rsid w:val="00F5568E"/>
    <w:rsid w:val="00F60624"/>
    <w:rsid w:val="00F61111"/>
    <w:rsid w:val="00F61774"/>
    <w:rsid w:val="00F70E6D"/>
    <w:rsid w:val="00F8339A"/>
    <w:rsid w:val="00F8723C"/>
    <w:rsid w:val="00F9110B"/>
    <w:rsid w:val="00F93526"/>
    <w:rsid w:val="00F97F4F"/>
    <w:rsid w:val="00FA0196"/>
    <w:rsid w:val="00FA023D"/>
    <w:rsid w:val="00FA32D5"/>
    <w:rsid w:val="00FA418C"/>
    <w:rsid w:val="00FA479A"/>
    <w:rsid w:val="00FA59F2"/>
    <w:rsid w:val="00FA7667"/>
    <w:rsid w:val="00FB0175"/>
    <w:rsid w:val="00FB263E"/>
    <w:rsid w:val="00FF2495"/>
    <w:rsid w:val="00FF39AA"/>
    <w:rsid w:val="00FF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o:colormru v:ext="edit" colors="maroon,#eaeaea"/>
    </o:shapedefaults>
    <o:shapelayout v:ext="edit">
      <o:idmap v:ext="edit" data="2"/>
    </o:shapelayout>
  </w:shapeDefaults>
  <w:decimalSymbol w:val="."/>
  <w:listSeparator w:val=","/>
  <w14:docId w14:val="3E592C41"/>
  <w15:docId w15:val="{0F519FA9-A6DC-4C77-9BB1-438788BE9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F051FF"/>
    <w:rPr>
      <w:rFonts w:asciiTheme="minorHAnsi" w:hAnsiTheme="minorHAnsi"/>
      <w:color w:val="333333" w:themeColor="text1"/>
      <w:szCs w:val="24"/>
      <w:lang w:eastAsia="en-US"/>
    </w:rPr>
  </w:style>
  <w:style w:type="paragraph" w:styleId="Heading1">
    <w:name w:val="heading 1"/>
    <w:basedOn w:val="Normal"/>
    <w:next w:val="Normal"/>
    <w:semiHidden/>
    <w:qFormat/>
    <w:rsid w:val="004E7E67"/>
    <w:pPr>
      <w:keepNext/>
      <w:outlineLvl w:val="0"/>
    </w:pPr>
    <w:rPr>
      <w:rFonts w:asciiTheme="majorHAnsi" w:hAnsiTheme="majorHAnsi"/>
      <w:caps/>
      <w:sz w:val="32"/>
    </w:rPr>
  </w:style>
  <w:style w:type="paragraph" w:styleId="Heading2">
    <w:name w:val="heading 2"/>
    <w:basedOn w:val="Normal"/>
    <w:next w:val="Normal"/>
    <w:semiHidden/>
    <w:qFormat/>
    <w:rsid w:val="004E7E67"/>
    <w:pPr>
      <w:keepNext/>
      <w:spacing w:before="240" w:after="60"/>
      <w:outlineLvl w:val="1"/>
    </w:pPr>
    <w:rPr>
      <w:rFonts w:asciiTheme="majorHAnsi" w:hAnsiTheme="majorHAnsi" w:cs="Arial"/>
      <w:b/>
      <w:bCs/>
      <w:iCs/>
      <w:color w:val="3F439B" w:themeColor="accent2"/>
      <w:sz w:val="28"/>
      <w:szCs w:val="28"/>
    </w:rPr>
  </w:style>
  <w:style w:type="paragraph" w:styleId="Heading3">
    <w:name w:val="heading 3"/>
    <w:basedOn w:val="Normal"/>
    <w:next w:val="Normal"/>
    <w:semiHidden/>
    <w:qFormat/>
    <w:rsid w:val="004E7E67"/>
    <w:pPr>
      <w:keepNext/>
      <w:spacing w:before="240" w:after="60"/>
      <w:outlineLvl w:val="2"/>
    </w:pPr>
    <w:rPr>
      <w:rFonts w:asciiTheme="majorHAnsi" w:hAnsiTheme="majorHAnsi" w:cs="Arial"/>
      <w:b/>
      <w:bCs/>
      <w:color w:val="3F439B" w:themeColor="accent2"/>
      <w:sz w:val="26"/>
      <w:szCs w:val="26"/>
    </w:rPr>
  </w:style>
  <w:style w:type="paragraph" w:styleId="Heading4">
    <w:name w:val="heading 4"/>
    <w:basedOn w:val="Normal"/>
    <w:next w:val="Normal"/>
    <w:autoRedefine/>
    <w:semiHidden/>
    <w:qFormat/>
    <w:rsid w:val="004E7E67"/>
    <w:pPr>
      <w:keepNext/>
      <w:spacing w:after="120"/>
      <w:outlineLvl w:val="3"/>
    </w:pPr>
    <w:rPr>
      <w:rFonts w:asciiTheme="majorHAnsi" w:hAnsiTheme="majorHAnsi"/>
      <w:sz w:val="22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4E7E67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4E7E6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4E7E6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Cs/>
    </w:rPr>
  </w:style>
  <w:style w:type="paragraph" w:styleId="Heading8">
    <w:name w:val="heading 8"/>
    <w:basedOn w:val="Normal"/>
    <w:next w:val="Normal"/>
    <w:semiHidden/>
    <w:qFormat/>
    <w:rsid w:val="004E7E67"/>
    <w:pPr>
      <w:keepNext/>
      <w:autoSpaceDE w:val="0"/>
      <w:autoSpaceDN w:val="0"/>
      <w:adjustRightInd w:val="0"/>
      <w:spacing w:before="160" w:after="40" w:line="250" w:lineRule="atLeast"/>
      <w:outlineLvl w:val="7"/>
    </w:pPr>
    <w:rPr>
      <w:rFonts w:ascii="Arial" w:hAnsi="Arial"/>
      <w:sz w:val="18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4E7E6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semiHidden/>
    <w:rsid w:val="004E7E67"/>
    <w:rPr>
      <w:rFonts w:asciiTheme="majorHAnsi" w:eastAsiaTheme="majorEastAsia" w:hAnsiTheme="majorHAnsi" w:cstheme="majorBidi"/>
      <w:color w:val="333333" w:themeColor="text1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4E7E67"/>
    <w:rPr>
      <w:rFonts w:asciiTheme="majorHAnsi" w:eastAsiaTheme="majorEastAsia" w:hAnsiTheme="majorHAnsi" w:cstheme="majorBidi"/>
      <w:iCs/>
      <w:color w:val="333333" w:themeColor="text1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4E7E67"/>
    <w:rPr>
      <w:rFonts w:asciiTheme="majorHAnsi" w:eastAsiaTheme="majorEastAsia" w:hAnsiTheme="majorHAnsi" w:cstheme="majorBidi"/>
      <w:iCs/>
      <w:color w:val="333333" w:themeColor="text1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4E7E67"/>
    <w:rPr>
      <w:rFonts w:asciiTheme="majorHAnsi" w:eastAsiaTheme="majorEastAsia" w:hAnsiTheme="majorHAnsi" w:cstheme="majorBidi"/>
      <w:iCs/>
      <w:color w:val="333333" w:themeColor="text1"/>
      <w:lang w:eastAsia="en-US"/>
    </w:rPr>
  </w:style>
  <w:style w:type="paragraph" w:styleId="FootnoteText">
    <w:name w:val="footnote text"/>
    <w:aliases w:val="SN footnote text"/>
    <w:basedOn w:val="Normal"/>
    <w:link w:val="FootnoteTextChar"/>
    <w:rsid w:val="00E35325"/>
    <w:rPr>
      <w:sz w:val="14"/>
      <w:szCs w:val="20"/>
    </w:rPr>
  </w:style>
  <w:style w:type="character" w:customStyle="1" w:styleId="FootnoteTextChar">
    <w:name w:val="Footnote Text Char"/>
    <w:aliases w:val="SN footnote text Char"/>
    <w:basedOn w:val="DefaultParagraphFont"/>
    <w:link w:val="FootnoteText"/>
    <w:rsid w:val="00E35325"/>
    <w:rPr>
      <w:rFonts w:asciiTheme="minorHAnsi" w:hAnsiTheme="minorHAnsi"/>
      <w:color w:val="333333" w:themeColor="text1"/>
      <w:sz w:val="14"/>
      <w:lang w:eastAsia="en-US"/>
    </w:rPr>
  </w:style>
  <w:style w:type="character" w:styleId="FootnoteReference">
    <w:name w:val="footnote reference"/>
    <w:aliases w:val="SN footnote reference"/>
    <w:basedOn w:val="DefaultParagraphFont"/>
    <w:rsid w:val="00B542D5"/>
    <w:rPr>
      <w:rFonts w:asciiTheme="minorHAnsi" w:hAnsiTheme="minorHAnsi"/>
      <w:color w:val="333333" w:themeColor="text1"/>
      <w:sz w:val="18"/>
      <w:vertAlign w:val="superscript"/>
    </w:rPr>
  </w:style>
  <w:style w:type="paragraph" w:styleId="TOC2">
    <w:name w:val="toc 2"/>
    <w:basedOn w:val="Normal"/>
    <w:next w:val="Normal"/>
    <w:uiPriority w:val="39"/>
    <w:qFormat/>
    <w:rsid w:val="005D3A68"/>
    <w:pPr>
      <w:tabs>
        <w:tab w:val="left" w:pos="2835"/>
        <w:tab w:val="right" w:leader="dot" w:pos="9639"/>
      </w:tabs>
      <w:overflowPunct w:val="0"/>
      <w:autoSpaceDE w:val="0"/>
      <w:autoSpaceDN w:val="0"/>
      <w:adjustRightInd w:val="0"/>
      <w:spacing w:before="60" w:after="60" w:line="240" w:lineRule="atLeast"/>
      <w:ind w:left="2835" w:right="425" w:hanging="567"/>
      <w:textAlignment w:val="baseline"/>
    </w:pPr>
    <w:rPr>
      <w:noProof/>
      <w:szCs w:val="20"/>
    </w:rPr>
  </w:style>
  <w:style w:type="paragraph" w:customStyle="1" w:styleId="SNbodytext">
    <w:name w:val="SN body text"/>
    <w:basedOn w:val="Normal"/>
    <w:link w:val="SNbodytextChar"/>
    <w:rsid w:val="00E35325"/>
    <w:pPr>
      <w:spacing w:before="120" w:after="60" w:line="240" w:lineRule="atLeast"/>
    </w:pPr>
  </w:style>
  <w:style w:type="character" w:customStyle="1" w:styleId="SNbodytextChar">
    <w:name w:val="SN body text Char"/>
    <w:basedOn w:val="DefaultParagraphFont"/>
    <w:link w:val="SNbodytext"/>
    <w:rsid w:val="00E35325"/>
    <w:rPr>
      <w:rFonts w:asciiTheme="minorHAnsi" w:hAnsiTheme="minorHAnsi"/>
      <w:color w:val="333333" w:themeColor="text1"/>
      <w:szCs w:val="24"/>
      <w:lang w:eastAsia="en-US"/>
    </w:rPr>
  </w:style>
  <w:style w:type="paragraph" w:customStyle="1" w:styleId="SNH1">
    <w:name w:val="SN H1"/>
    <w:basedOn w:val="SNbodytext"/>
    <w:next w:val="SNbodytext"/>
    <w:rsid w:val="00231C8D"/>
    <w:pPr>
      <w:spacing w:before="0" w:after="1360"/>
    </w:pPr>
    <w:rPr>
      <w:bCs/>
      <w:color w:val="898994" w:themeColor="accent5"/>
      <w:sz w:val="56"/>
    </w:rPr>
  </w:style>
  <w:style w:type="paragraph" w:customStyle="1" w:styleId="SNH2numbered">
    <w:name w:val="SN H2 numbered"/>
    <w:basedOn w:val="SNbodytext"/>
    <w:next w:val="SNbodytext"/>
    <w:rsid w:val="00C322EE"/>
    <w:pPr>
      <w:keepNext/>
      <w:numPr>
        <w:ilvl w:val="1"/>
        <w:numId w:val="1"/>
      </w:numPr>
      <w:spacing w:before="300" w:after="0" w:line="216" w:lineRule="auto"/>
      <w:outlineLvl w:val="1"/>
    </w:pPr>
    <w:rPr>
      <w:bCs/>
      <w:color w:val="3F439B" w:themeColor="accent2"/>
      <w:sz w:val="28"/>
    </w:rPr>
  </w:style>
  <w:style w:type="paragraph" w:customStyle="1" w:styleId="SNtablenote">
    <w:name w:val="SN table note"/>
    <w:basedOn w:val="Normal"/>
    <w:next w:val="SNbodytext"/>
    <w:rsid w:val="0015015B"/>
    <w:pPr>
      <w:spacing w:before="30" w:after="30" w:line="180" w:lineRule="exact"/>
    </w:pPr>
    <w:rPr>
      <w:sz w:val="14"/>
    </w:rPr>
  </w:style>
  <w:style w:type="paragraph" w:customStyle="1" w:styleId="SNtableheaderrow">
    <w:name w:val="SN table header row"/>
    <w:basedOn w:val="Normal"/>
    <w:next w:val="SNbodytext"/>
    <w:rsid w:val="00C322EE"/>
    <w:pPr>
      <w:keepNext/>
      <w:overflowPunct w:val="0"/>
      <w:autoSpaceDE w:val="0"/>
      <w:autoSpaceDN w:val="0"/>
      <w:adjustRightInd w:val="0"/>
      <w:spacing w:before="40" w:after="40" w:line="240" w:lineRule="atLeast"/>
      <w:textAlignment w:val="baseline"/>
    </w:pPr>
    <w:rPr>
      <w:b/>
      <w:bCs/>
      <w:color w:val="FFFFFF" w:themeColor="background1"/>
      <w:sz w:val="18"/>
      <w:szCs w:val="20"/>
    </w:rPr>
  </w:style>
  <w:style w:type="paragraph" w:customStyle="1" w:styleId="SNtablebulletL1">
    <w:name w:val="SN table bullet L1"/>
    <w:basedOn w:val="Normal"/>
    <w:link w:val="SNtablebulletL1Char"/>
    <w:rsid w:val="0038303A"/>
    <w:pPr>
      <w:numPr>
        <w:numId w:val="4"/>
      </w:numPr>
      <w:tabs>
        <w:tab w:val="left" w:pos="357"/>
      </w:tabs>
      <w:spacing w:before="40" w:after="40" w:line="220" w:lineRule="atLeast"/>
      <w:ind w:left="357" w:hanging="357"/>
    </w:pPr>
    <w:rPr>
      <w:sz w:val="18"/>
    </w:rPr>
  </w:style>
  <w:style w:type="character" w:customStyle="1" w:styleId="SNtablebulletL1Char">
    <w:name w:val="SN table bullet L1 Char"/>
    <w:basedOn w:val="DefaultParagraphFont"/>
    <w:link w:val="SNtablebulletL1"/>
    <w:rsid w:val="0038303A"/>
    <w:rPr>
      <w:rFonts w:asciiTheme="minorHAnsi" w:hAnsiTheme="minorHAnsi"/>
      <w:color w:val="333333" w:themeColor="text1"/>
      <w:sz w:val="18"/>
      <w:szCs w:val="24"/>
      <w:lang w:eastAsia="en-US"/>
    </w:rPr>
  </w:style>
  <w:style w:type="paragraph" w:customStyle="1" w:styleId="SNH3numbered">
    <w:name w:val="SN H3 numbered"/>
    <w:basedOn w:val="SNbodytext"/>
    <w:next w:val="SNbodytext"/>
    <w:rsid w:val="00C322EE"/>
    <w:pPr>
      <w:keepNext/>
      <w:numPr>
        <w:ilvl w:val="2"/>
        <w:numId w:val="1"/>
      </w:numPr>
      <w:spacing w:before="240" w:after="0" w:line="216" w:lineRule="auto"/>
      <w:outlineLvl w:val="2"/>
    </w:pPr>
    <w:rPr>
      <w:bCs/>
      <w:color w:val="828386" w:themeColor="text2"/>
      <w:sz w:val="24"/>
      <w:szCs w:val="22"/>
    </w:rPr>
  </w:style>
  <w:style w:type="paragraph" w:styleId="TOC1">
    <w:name w:val="toc 1"/>
    <w:basedOn w:val="Normal"/>
    <w:next w:val="Normal"/>
    <w:autoRedefine/>
    <w:uiPriority w:val="39"/>
    <w:qFormat/>
    <w:rsid w:val="00086BF7"/>
    <w:pPr>
      <w:tabs>
        <w:tab w:val="left" w:pos="2268"/>
        <w:tab w:val="right" w:leader="dot" w:pos="9639"/>
      </w:tabs>
      <w:spacing w:before="120" w:after="60" w:line="240" w:lineRule="exact"/>
      <w:ind w:left="2268" w:right="425" w:hanging="567"/>
    </w:pPr>
    <w:rPr>
      <w:bCs/>
      <w:noProof/>
      <w:szCs w:val="32"/>
    </w:rPr>
  </w:style>
  <w:style w:type="paragraph" w:customStyle="1" w:styleId="SNbulletL2">
    <w:name w:val="SN bullet L2"/>
    <w:basedOn w:val="SNbodytext"/>
    <w:link w:val="SNbulletL2Char"/>
    <w:rsid w:val="0038303A"/>
    <w:pPr>
      <w:numPr>
        <w:numId w:val="2"/>
      </w:numPr>
      <w:tabs>
        <w:tab w:val="left" w:pos="714"/>
      </w:tabs>
      <w:spacing w:before="60"/>
      <w:ind w:left="714" w:hanging="357"/>
    </w:pPr>
  </w:style>
  <w:style w:type="character" w:customStyle="1" w:styleId="SNbulletL2Char">
    <w:name w:val="SN bullet L2 Char"/>
    <w:basedOn w:val="SNbodytextChar"/>
    <w:link w:val="SNbulletL2"/>
    <w:rsid w:val="0038303A"/>
    <w:rPr>
      <w:rFonts w:asciiTheme="minorHAnsi" w:hAnsiTheme="minorHAnsi"/>
      <w:color w:val="333333" w:themeColor="text1"/>
      <w:szCs w:val="24"/>
      <w:lang w:eastAsia="en-US"/>
    </w:rPr>
  </w:style>
  <w:style w:type="paragraph" w:customStyle="1" w:styleId="SNH1numbered">
    <w:name w:val="SN H1 numbered"/>
    <w:basedOn w:val="SNH1"/>
    <w:next w:val="SNbodytext"/>
    <w:rsid w:val="002B3755"/>
    <w:pPr>
      <w:numPr>
        <w:numId w:val="1"/>
      </w:numPr>
      <w:outlineLvl w:val="0"/>
    </w:pPr>
  </w:style>
  <w:style w:type="paragraph" w:styleId="TOC3">
    <w:name w:val="toc 3"/>
    <w:basedOn w:val="Normal"/>
    <w:next w:val="Normal"/>
    <w:autoRedefine/>
    <w:uiPriority w:val="39"/>
    <w:qFormat/>
    <w:rsid w:val="005D3A68"/>
    <w:pPr>
      <w:tabs>
        <w:tab w:val="left" w:pos="3402"/>
        <w:tab w:val="right" w:leader="dot" w:pos="9639"/>
      </w:tabs>
      <w:spacing w:before="60" w:after="60" w:line="240" w:lineRule="atLeast"/>
      <w:ind w:left="3402" w:right="425" w:hanging="567"/>
    </w:pPr>
    <w:rPr>
      <w:sz w:val="18"/>
    </w:rPr>
  </w:style>
  <w:style w:type="paragraph" w:styleId="TOC4">
    <w:name w:val="toc 4"/>
    <w:basedOn w:val="Normal"/>
    <w:next w:val="Normal"/>
    <w:autoRedefine/>
    <w:semiHidden/>
    <w:rsid w:val="001E7206"/>
    <w:pPr>
      <w:tabs>
        <w:tab w:val="right" w:leader="dot" w:pos="9629"/>
      </w:tabs>
      <w:spacing w:before="200"/>
      <w:ind w:left="2268"/>
    </w:pPr>
    <w:rPr>
      <w:rFonts w:ascii="HelveticaNeue LT 45 Lt" w:hAnsi="HelveticaNeue LT 45 Lt"/>
      <w:caps/>
    </w:rPr>
  </w:style>
  <w:style w:type="character" w:styleId="Hyperlink">
    <w:name w:val="Hyperlink"/>
    <w:basedOn w:val="DefaultParagraphFont"/>
    <w:uiPriority w:val="99"/>
    <w:rsid w:val="006F0D63"/>
    <w:rPr>
      <w:rFonts w:asciiTheme="minorHAnsi" w:hAnsiTheme="minorHAnsi"/>
      <w:color w:val="828386" w:themeColor="text2"/>
      <w:sz w:val="20"/>
      <w:u w:val="none"/>
    </w:rPr>
  </w:style>
  <w:style w:type="paragraph" w:customStyle="1" w:styleId="SNotherheadings">
    <w:name w:val="SN other headings"/>
    <w:basedOn w:val="SNH1numbered"/>
    <w:next w:val="SNbodytext"/>
    <w:rsid w:val="004169C8"/>
    <w:pPr>
      <w:numPr>
        <w:numId w:val="0"/>
      </w:numPr>
      <w:outlineLvl w:val="9"/>
    </w:pPr>
  </w:style>
  <w:style w:type="paragraph" w:customStyle="1" w:styleId="SNsource">
    <w:name w:val="SN source"/>
    <w:basedOn w:val="SNtablenote"/>
    <w:next w:val="SNtablenote"/>
    <w:rsid w:val="0015015B"/>
    <w:rPr>
      <w:i/>
    </w:rPr>
  </w:style>
  <w:style w:type="paragraph" w:customStyle="1" w:styleId="SNtabletext">
    <w:name w:val="SN table text"/>
    <w:basedOn w:val="Normal"/>
    <w:rsid w:val="002007FB"/>
    <w:pPr>
      <w:overflowPunct w:val="0"/>
      <w:autoSpaceDE w:val="0"/>
      <w:autoSpaceDN w:val="0"/>
      <w:adjustRightInd w:val="0"/>
      <w:spacing w:before="40" w:after="40" w:line="220" w:lineRule="atLeast"/>
      <w:textAlignment w:val="baseline"/>
    </w:pPr>
    <w:rPr>
      <w:sz w:val="18"/>
      <w:szCs w:val="18"/>
    </w:rPr>
  </w:style>
  <w:style w:type="paragraph" w:customStyle="1" w:styleId="SNH2">
    <w:name w:val="SN H2"/>
    <w:basedOn w:val="SNH2numbered"/>
    <w:next w:val="SNbodytext"/>
    <w:rsid w:val="00C322EE"/>
    <w:pPr>
      <w:numPr>
        <w:ilvl w:val="0"/>
        <w:numId w:val="0"/>
      </w:numPr>
      <w:outlineLvl w:val="9"/>
    </w:pPr>
  </w:style>
  <w:style w:type="paragraph" w:customStyle="1" w:styleId="SingaporeQuestion">
    <w:name w:val="Singapore Question"/>
    <w:basedOn w:val="SNbodytext"/>
    <w:semiHidden/>
    <w:rsid w:val="00B077D2"/>
    <w:rPr>
      <w:i/>
      <w:iCs/>
      <w:color w:val="808080"/>
    </w:rPr>
  </w:style>
  <w:style w:type="paragraph" w:customStyle="1" w:styleId="SNH3">
    <w:name w:val="SN H3"/>
    <w:basedOn w:val="SNH3numbered"/>
    <w:next w:val="SNbodytext"/>
    <w:rsid w:val="00231C8D"/>
    <w:pPr>
      <w:numPr>
        <w:ilvl w:val="0"/>
        <w:numId w:val="0"/>
      </w:numPr>
      <w:outlineLvl w:val="9"/>
    </w:pPr>
    <w:rPr>
      <w:color w:val="14A4D8" w:themeColor="accent3"/>
    </w:rPr>
  </w:style>
  <w:style w:type="paragraph" w:customStyle="1" w:styleId="SNtablebulletL2">
    <w:name w:val="SN table bullet L2"/>
    <w:basedOn w:val="SNtablebulletL1"/>
    <w:link w:val="SNtablebulletL2Char"/>
    <w:rsid w:val="0038303A"/>
    <w:pPr>
      <w:numPr>
        <w:numId w:val="5"/>
      </w:numPr>
      <w:tabs>
        <w:tab w:val="clear" w:pos="357"/>
        <w:tab w:val="left" w:pos="714"/>
      </w:tabs>
      <w:ind w:left="714" w:hanging="357"/>
    </w:pPr>
  </w:style>
  <w:style w:type="character" w:customStyle="1" w:styleId="SNtablebulletL2Char">
    <w:name w:val="SN table bullet L2 Char"/>
    <w:basedOn w:val="SNtablebulletL1Char"/>
    <w:link w:val="SNtablebulletL2"/>
    <w:rsid w:val="0038303A"/>
    <w:rPr>
      <w:rFonts w:asciiTheme="minorHAnsi" w:hAnsiTheme="minorHAnsi"/>
      <w:color w:val="333333" w:themeColor="text1"/>
      <w:sz w:val="18"/>
      <w:szCs w:val="24"/>
      <w:lang w:eastAsia="en-US"/>
    </w:rPr>
  </w:style>
  <w:style w:type="paragraph" w:customStyle="1" w:styleId="SNbulletL1">
    <w:name w:val="SN bullet L1"/>
    <w:basedOn w:val="Normal"/>
    <w:link w:val="SNbulletL1Char"/>
    <w:rsid w:val="00BA7B85"/>
    <w:pPr>
      <w:numPr>
        <w:numId w:val="3"/>
      </w:numPr>
      <w:tabs>
        <w:tab w:val="left" w:pos="357"/>
      </w:tabs>
      <w:overflowPunct w:val="0"/>
      <w:autoSpaceDE w:val="0"/>
      <w:autoSpaceDN w:val="0"/>
      <w:adjustRightInd w:val="0"/>
      <w:spacing w:before="60" w:after="60" w:line="240" w:lineRule="atLeast"/>
      <w:textAlignment w:val="baseline"/>
    </w:pPr>
    <w:rPr>
      <w:szCs w:val="20"/>
      <w:lang w:val="en-US"/>
    </w:rPr>
  </w:style>
  <w:style w:type="character" w:customStyle="1" w:styleId="SNbulletL1Char">
    <w:name w:val="SN bullet L1 Char"/>
    <w:basedOn w:val="DefaultParagraphFont"/>
    <w:link w:val="SNbulletL1"/>
    <w:rsid w:val="00BA7B85"/>
    <w:rPr>
      <w:rFonts w:asciiTheme="minorHAnsi" w:hAnsiTheme="minorHAnsi"/>
      <w:color w:val="333333" w:themeColor="text1"/>
      <w:lang w:val="en-US" w:eastAsia="en-US"/>
    </w:rPr>
  </w:style>
  <w:style w:type="paragraph" w:customStyle="1" w:styleId="SNtabletextbold">
    <w:name w:val="SN table text bold"/>
    <w:basedOn w:val="SNtabletext"/>
    <w:rsid w:val="002007FB"/>
    <w:rPr>
      <w:b/>
      <w:szCs w:val="20"/>
    </w:rPr>
  </w:style>
  <w:style w:type="paragraph" w:customStyle="1" w:styleId="SNH4">
    <w:name w:val="SN H4"/>
    <w:basedOn w:val="SNH3"/>
    <w:next w:val="SNbodytext"/>
    <w:rsid w:val="00231C8D"/>
    <w:rPr>
      <w:b/>
      <w:color w:val="898994" w:themeColor="accent5"/>
      <w:sz w:val="22"/>
      <w:szCs w:val="20"/>
    </w:rPr>
  </w:style>
  <w:style w:type="paragraph" w:customStyle="1" w:styleId="SNtablecharttitle">
    <w:name w:val="SN table/chart title"/>
    <w:basedOn w:val="SNtableheaderrow"/>
    <w:next w:val="SNbodytext"/>
    <w:rsid w:val="00D32339"/>
    <w:pPr>
      <w:spacing w:before="200"/>
    </w:pPr>
    <w:rPr>
      <w:color w:val="3F439B" w:themeColor="accent2"/>
    </w:rPr>
  </w:style>
  <w:style w:type="table" w:styleId="TableGrid">
    <w:name w:val="Table Grid"/>
    <w:basedOn w:val="TableNormal"/>
    <w:semiHidden/>
    <w:rsid w:val="004140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semiHidden/>
    <w:rsid w:val="00A9310B"/>
    <w:pPr>
      <w:tabs>
        <w:tab w:val="center" w:pos="4153"/>
        <w:tab w:val="right" w:pos="8306"/>
      </w:tabs>
    </w:pPr>
  </w:style>
  <w:style w:type="paragraph" w:styleId="Footer">
    <w:name w:val="footer"/>
    <w:aliases w:val="SN footer left,Footer left"/>
    <w:basedOn w:val="Normal"/>
    <w:link w:val="FooterChar"/>
    <w:rsid w:val="00833895"/>
    <w:pPr>
      <w:tabs>
        <w:tab w:val="left" w:pos="851"/>
      </w:tabs>
      <w:spacing w:before="64" w:after="84"/>
      <w:ind w:left="28"/>
    </w:pPr>
    <w:rPr>
      <w:noProof/>
      <w:sz w:val="16"/>
      <w:szCs w:val="16"/>
    </w:rPr>
  </w:style>
  <w:style w:type="character" w:customStyle="1" w:styleId="FooterChar">
    <w:name w:val="Footer Char"/>
    <w:aliases w:val="SN footer left Char,Footer left Char"/>
    <w:basedOn w:val="DefaultParagraphFont"/>
    <w:link w:val="Footer"/>
    <w:rsid w:val="00833895"/>
    <w:rPr>
      <w:rFonts w:asciiTheme="minorHAnsi" w:hAnsiTheme="minorHAnsi"/>
      <w:noProof/>
      <w:color w:val="333333" w:themeColor="text1"/>
      <w:sz w:val="16"/>
      <w:szCs w:val="16"/>
      <w:lang w:eastAsia="en-US"/>
    </w:rPr>
  </w:style>
  <w:style w:type="character" w:customStyle="1" w:styleId="SNcharacterstylebold">
    <w:name w:val="SN character style bold"/>
    <w:basedOn w:val="DefaultParagraphFont"/>
    <w:rsid w:val="002007FB"/>
    <w:rPr>
      <w:rFonts w:asciiTheme="minorHAnsi" w:hAnsiTheme="minorHAnsi"/>
      <w:b/>
      <w:color w:val="333333"/>
    </w:rPr>
  </w:style>
  <w:style w:type="paragraph" w:styleId="DocumentMap">
    <w:name w:val="Document Map"/>
    <w:basedOn w:val="Normal"/>
    <w:semiHidden/>
    <w:rsid w:val="003561EC"/>
    <w:pPr>
      <w:shd w:val="clear" w:color="auto" w:fill="000080"/>
    </w:pPr>
    <w:rPr>
      <w:rFonts w:ascii="Tahoma" w:hAnsi="Tahoma" w:cs="Tahoma"/>
      <w:szCs w:val="20"/>
    </w:rPr>
  </w:style>
  <w:style w:type="paragraph" w:customStyle="1" w:styleId="SNappendices">
    <w:name w:val="SN appendices"/>
    <w:basedOn w:val="SNotherheadings"/>
    <w:next w:val="SNbodytext"/>
    <w:rsid w:val="00231C8D"/>
    <w:pPr>
      <w:numPr>
        <w:ilvl w:val="4"/>
        <w:numId w:val="1"/>
      </w:numPr>
      <w:outlineLvl w:val="3"/>
    </w:pPr>
    <w:rPr>
      <w:rFonts w:asciiTheme="majorHAnsi" w:hAnsiTheme="majorHAnsi"/>
    </w:rPr>
  </w:style>
  <w:style w:type="table" w:styleId="GridTable1Light-Accent6">
    <w:name w:val="Grid Table 1 Light Accent 6"/>
    <w:basedOn w:val="TableNormal"/>
    <w:uiPriority w:val="46"/>
    <w:rsid w:val="00CF3838"/>
    <w:tblPr>
      <w:tblStyleRowBandSize w:val="1"/>
      <w:tblStyleColBandSize w:val="1"/>
      <w:tblBorders>
        <w:top w:val="single" w:sz="4" w:space="0" w:color="F5F5F5" w:themeColor="accent6" w:themeTint="66"/>
        <w:left w:val="single" w:sz="4" w:space="0" w:color="F5F5F5" w:themeColor="accent6" w:themeTint="66"/>
        <w:bottom w:val="single" w:sz="4" w:space="0" w:color="F5F5F5" w:themeColor="accent6" w:themeTint="66"/>
        <w:right w:val="single" w:sz="4" w:space="0" w:color="F5F5F5" w:themeColor="accent6" w:themeTint="66"/>
        <w:insideH w:val="single" w:sz="4" w:space="0" w:color="F5F5F5" w:themeColor="accent6" w:themeTint="66"/>
        <w:insideV w:val="single" w:sz="4" w:space="0" w:color="F5F5F5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0F0F0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0F0F0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alloonText">
    <w:name w:val="Balloon Text"/>
    <w:basedOn w:val="Normal"/>
    <w:link w:val="BalloonTextChar"/>
    <w:semiHidden/>
    <w:rsid w:val="008E4A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E4AAE"/>
    <w:rPr>
      <w:rFonts w:ascii="Tahoma" w:hAnsi="Tahoma" w:cs="Tahoma"/>
      <w:sz w:val="16"/>
      <w:szCs w:val="16"/>
      <w:lang w:eastAsia="en-US"/>
    </w:rPr>
  </w:style>
  <w:style w:type="paragraph" w:customStyle="1" w:styleId="SNH4numbered">
    <w:name w:val="SN H4 numbered"/>
    <w:basedOn w:val="SNH4"/>
    <w:next w:val="SNbodytext"/>
    <w:qFormat/>
    <w:rsid w:val="0008081F"/>
    <w:pPr>
      <w:numPr>
        <w:ilvl w:val="3"/>
        <w:numId w:val="1"/>
      </w:numPr>
    </w:pPr>
  </w:style>
  <w:style w:type="paragraph" w:customStyle="1" w:styleId="B7A3AA4F82F84F2E8D122C3B6DBBE8C9">
    <w:name w:val="B7A3AA4F82F84F2E8D122C3B6DBBE8C9"/>
    <w:semiHidden/>
    <w:unhideWhenUsed/>
    <w:locked/>
    <w:rsid w:val="00000893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table" w:styleId="TableSimple2">
    <w:name w:val="Table Simple 2"/>
    <w:basedOn w:val="TableNormal"/>
    <w:rsid w:val="00C33DC6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SNbulletL3">
    <w:name w:val="SN bullet L3"/>
    <w:basedOn w:val="SNbulletL2"/>
    <w:link w:val="SNbulletL3Char"/>
    <w:qFormat/>
    <w:rsid w:val="0038303A"/>
    <w:pPr>
      <w:tabs>
        <w:tab w:val="clear" w:pos="714"/>
        <w:tab w:val="left" w:pos="1072"/>
      </w:tabs>
      <w:ind w:left="1071"/>
    </w:pPr>
  </w:style>
  <w:style w:type="character" w:customStyle="1" w:styleId="SNbulletL3Char">
    <w:name w:val="SN bullet L3 Char"/>
    <w:basedOn w:val="SNbulletL2Char"/>
    <w:link w:val="SNbulletL3"/>
    <w:rsid w:val="0038303A"/>
    <w:rPr>
      <w:rFonts w:asciiTheme="minorHAnsi" w:hAnsiTheme="minorHAnsi"/>
      <w:color w:val="333333" w:themeColor="text1"/>
      <w:szCs w:val="24"/>
      <w:lang w:eastAsia="en-US"/>
    </w:rPr>
  </w:style>
  <w:style w:type="paragraph" w:customStyle="1" w:styleId="SNtablebulletL3">
    <w:name w:val="SN table bullet L3"/>
    <w:basedOn w:val="SNtablebulletL2"/>
    <w:link w:val="SNtablebulletL3Char"/>
    <w:qFormat/>
    <w:rsid w:val="0038303A"/>
    <w:pPr>
      <w:tabs>
        <w:tab w:val="clear" w:pos="714"/>
        <w:tab w:val="left" w:pos="1072"/>
      </w:tabs>
      <w:ind w:left="1071"/>
    </w:pPr>
  </w:style>
  <w:style w:type="character" w:customStyle="1" w:styleId="SNtablebulletL3Char">
    <w:name w:val="SN table bullet L3 Char"/>
    <w:basedOn w:val="SNtablebulletL2Char"/>
    <w:link w:val="SNtablebulletL3"/>
    <w:rsid w:val="0038303A"/>
    <w:rPr>
      <w:rFonts w:asciiTheme="minorHAnsi" w:hAnsiTheme="minorHAnsi"/>
      <w:color w:val="333333" w:themeColor="text1"/>
      <w:sz w:val="18"/>
      <w:szCs w:val="24"/>
      <w:lang w:eastAsia="en-US"/>
    </w:rPr>
  </w:style>
  <w:style w:type="character" w:styleId="CommentReference">
    <w:name w:val="annotation reference"/>
    <w:basedOn w:val="DefaultParagraphFont"/>
    <w:semiHidden/>
    <w:rsid w:val="003858F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858FC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858F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3858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858FC"/>
    <w:rPr>
      <w:b/>
      <w:bCs/>
      <w:lang w:eastAsia="en-US"/>
    </w:rPr>
  </w:style>
  <w:style w:type="paragraph" w:styleId="Revision">
    <w:name w:val="Revision"/>
    <w:hidden/>
    <w:uiPriority w:val="99"/>
    <w:semiHidden/>
    <w:rsid w:val="003858FC"/>
    <w:rPr>
      <w:sz w:val="24"/>
      <w:szCs w:val="24"/>
      <w:lang w:eastAsia="en-US"/>
    </w:rPr>
  </w:style>
  <w:style w:type="paragraph" w:styleId="Caption">
    <w:name w:val="caption"/>
    <w:aliases w:val="SN caption"/>
    <w:basedOn w:val="SNtablecharttitle"/>
    <w:next w:val="Normal"/>
    <w:link w:val="CaptionChar"/>
    <w:qFormat/>
    <w:rsid w:val="002007FB"/>
  </w:style>
  <w:style w:type="character" w:customStyle="1" w:styleId="CaptionChar">
    <w:name w:val="Caption Char"/>
    <w:aliases w:val="SN caption Char"/>
    <w:basedOn w:val="DefaultParagraphFont"/>
    <w:link w:val="Caption"/>
    <w:rsid w:val="005D4064"/>
    <w:rPr>
      <w:rFonts w:asciiTheme="minorHAnsi" w:hAnsiTheme="minorHAnsi"/>
      <w:b/>
      <w:bCs/>
      <w:color w:val="3F439B" w:themeColor="accent2"/>
      <w:lang w:eastAsia="en-US"/>
    </w:rPr>
  </w:style>
  <w:style w:type="character" w:customStyle="1" w:styleId="SNcharacterstylecolouredtext">
    <w:name w:val="SN character style coloured text"/>
    <w:basedOn w:val="DefaultParagraphFont"/>
    <w:qFormat/>
    <w:rsid w:val="00D140FF"/>
    <w:rPr>
      <w:rFonts w:asciiTheme="minorHAnsi" w:hAnsiTheme="minorHAnsi"/>
      <w:color w:val="3F439B" w:themeColor="accent2"/>
    </w:rPr>
  </w:style>
  <w:style w:type="paragraph" w:customStyle="1" w:styleId="SNfooterright">
    <w:name w:val="SN footer right"/>
    <w:basedOn w:val="Footer"/>
    <w:qFormat/>
    <w:rsid w:val="003B39A8"/>
    <w:pPr>
      <w:tabs>
        <w:tab w:val="clear" w:pos="851"/>
      </w:tabs>
      <w:jc w:val="right"/>
    </w:pPr>
    <w:rPr>
      <w:color w:val="828386" w:themeColor="text2"/>
    </w:rPr>
  </w:style>
  <w:style w:type="table" w:customStyle="1" w:styleId="SNTableHeaderRow0">
    <w:name w:val="SN Table Header Row"/>
    <w:basedOn w:val="TableNormal"/>
    <w:uiPriority w:val="99"/>
    <w:rsid w:val="00927AB2"/>
    <w:rPr>
      <w:rFonts w:ascii="Arial" w:hAnsi="Arial"/>
    </w:rPr>
    <w:tblPr>
      <w:tblBorders>
        <w:bottom w:val="single" w:sz="4" w:space="0" w:color="CCCDCE" w:themeColor="text2" w:themeTint="66"/>
        <w:insideH w:val="single" w:sz="4" w:space="0" w:color="CCCDCE" w:themeColor="text2" w:themeTint="66"/>
      </w:tblBorders>
    </w:tblPr>
    <w:tblStylePr w:type="firstRow">
      <w:rPr>
        <w:rFonts w:ascii="Arial" w:hAnsi="Arial"/>
        <w:color w:val="FFFFFF" w:themeColor="background1"/>
        <w:sz w:val="20"/>
      </w:rPr>
      <w:tblPr/>
      <w:tcPr>
        <w:shd w:val="clear" w:color="auto" w:fill="828386" w:themeFill="text2"/>
      </w:tcPr>
    </w:tblStylePr>
  </w:style>
  <w:style w:type="table" w:customStyle="1" w:styleId="SNTableNoHeaderRow">
    <w:name w:val="SN Table No Header Row"/>
    <w:basedOn w:val="TableNormal"/>
    <w:uiPriority w:val="99"/>
    <w:rsid w:val="00FA023D"/>
    <w:tblPr>
      <w:tblBorders>
        <w:top w:val="single" w:sz="4" w:space="0" w:color="CCCDCE" w:themeColor="text2" w:themeTint="66"/>
        <w:bottom w:val="single" w:sz="4" w:space="0" w:color="CCCDCE" w:themeColor="text2" w:themeTint="66"/>
        <w:insideH w:val="single" w:sz="4" w:space="0" w:color="CCCDCE" w:themeColor="text2" w:themeTint="66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6F0D63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233B1C"/>
    <w:rPr>
      <w:color w:val="333333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6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entral.com.au/app-getting-started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entral.com.a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saraKattiyakulvani\OneDrive%20-%20Sentral%20Pty%20Ltd\Desktop\Assets\01_Sentral\Templates\02_Word\22.03.22\Sentral%20Letterhead_TMPL.dotx" TargetMode="External"/></Relationships>
</file>

<file path=word/theme/theme1.xml><?xml version="1.0" encoding="utf-8"?>
<a:theme xmlns:a="http://schemas.openxmlformats.org/drawingml/2006/main" name="MACCAP Global Template">
  <a:themeElements>
    <a:clrScheme name="Sentral">
      <a:dk1>
        <a:srgbClr val="333333"/>
      </a:dk1>
      <a:lt1>
        <a:srgbClr val="FFFFFF"/>
      </a:lt1>
      <a:dk2>
        <a:srgbClr val="828386"/>
      </a:dk2>
      <a:lt2>
        <a:srgbClr val="FFFFFF"/>
      </a:lt2>
      <a:accent1>
        <a:srgbClr val="445159"/>
      </a:accent1>
      <a:accent2>
        <a:srgbClr val="3F439B"/>
      </a:accent2>
      <a:accent3>
        <a:srgbClr val="14A4D8"/>
      </a:accent3>
      <a:accent4>
        <a:srgbClr val="782B90"/>
      </a:accent4>
      <a:accent5>
        <a:srgbClr val="898994"/>
      </a:accent5>
      <a:accent6>
        <a:srgbClr val="E6E6E6"/>
      </a:accent6>
      <a:hlink>
        <a:srgbClr val="333333"/>
      </a:hlink>
      <a:folHlink>
        <a:srgbClr val="333333"/>
      </a:folHlink>
    </a:clrScheme>
    <a:fontScheme name="MAC Arial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2"/>
        </a:solidFill>
        <a:ln>
          <a:noFill/>
        </a:ln>
      </a:spPr>
      <a:bodyPr rtlCol="0" anchor="ctr"/>
      <a:lstStyle>
        <a:defPPr algn="ctr">
          <a:defRPr sz="1000" dirty="0" err="1" smtClean="0"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rtlCol="0">
        <a:spAutoFit/>
      </a:bodyPr>
      <a:lstStyle>
        <a:defPPr>
          <a:defRPr sz="1100" dirty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BFB558D9DD8C409001D5A2601A21C2" ma:contentTypeVersion="13" ma:contentTypeDescription="Create a new document." ma:contentTypeScope="" ma:versionID="cb1981f06604ca40c45a60c93b252edd">
  <xsd:schema xmlns:xsd="http://www.w3.org/2001/XMLSchema" xmlns:xs="http://www.w3.org/2001/XMLSchema" xmlns:p="http://schemas.microsoft.com/office/2006/metadata/properties" xmlns:ns2="97298c74-5fb2-4d5b-a64e-9a51e42dc0f8" xmlns:ns3="b3da2e45-518f-4db1-aa78-d229c27285ba" targetNamespace="http://schemas.microsoft.com/office/2006/metadata/properties" ma:root="true" ma:fieldsID="2ecd06db2058e398fbc10f440679041e" ns2:_="" ns3:_="">
    <xsd:import namespace="97298c74-5fb2-4d5b-a64e-9a51e42dc0f8"/>
    <xsd:import namespace="b3da2e45-518f-4db1-aa78-d229c27285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98c74-5fb2-4d5b-a64e-9a51e42dc0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da2e45-518f-4db1-aa78-d229c27285b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E9D0BC-3E5A-4769-9B4A-1D345020AA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9F6C54-980B-46CD-944E-96FADCCAC8B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9809A0-2ACC-4159-BAEC-AF5E880A2C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F702C1-C972-42EE-9920-BBBBBD69C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298c74-5fb2-4d5b-a64e-9a51e42dc0f8"/>
    <ds:schemaRef ds:uri="b3da2e45-518f-4db1-aa78-d229c27285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Sentral Letterhead_TMPL</Template>
  <TotalTime>5</TotalTime>
  <Pages>1</Pages>
  <Words>65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Sentral A4 Word Template</vt:lpstr>
    </vt:vector>
  </TitlesOfParts>
  <Company>Sentral</Company>
  <LinksUpToDate>false</LinksUpToDate>
  <CharactersWithSpaces>571</CharactersWithSpaces>
  <SharedDoc>false</SharedDoc>
  <HLinks>
    <vt:vector size="6" baseType="variant">
      <vt:variant>
        <vt:i4>1245245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_Toc259003621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Sentral A4 Word Template</dc:title>
  <dc:creator>Nisara Kattiyakulvanich</dc:creator>
  <cp:lastModifiedBy>Nisara Kattiyakulvanich</cp:lastModifiedBy>
  <cp:revision>6</cp:revision>
  <cp:lastPrinted>2018-05-08T05:17:00Z</cp:lastPrinted>
  <dcterms:created xsi:type="dcterms:W3CDTF">2023-03-13T00:57:00Z</dcterms:created>
  <dcterms:modified xsi:type="dcterms:W3CDTF">2023-03-17T01:50:00Z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HeaderConverted">
    <vt:bool>true</vt:bool>
  </property>
  <property fmtid="{D5CDD505-2E9C-101B-9397-08002B2CF9AE}" pid="3" name="ContentTypeId">
    <vt:lpwstr>0x01010032BFB558D9DD8C409001D5A2601A21C2</vt:lpwstr>
  </property>
</Properties>
</file>